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DA7298">
      <w:pPr>
        <w:jc w:val="center"/>
        <w:rPr>
          <w:lang w:val="sr-Latn-CS"/>
        </w:rPr>
      </w:pPr>
      <w:r w:rsidRPr="00DA7298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932862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C335BE">
        <w:rPr>
          <w:lang w:val="sr-Latn-CS"/>
        </w:rPr>
        <w:t xml:space="preserve"> </w:t>
      </w:r>
      <w:r w:rsidR="0088040C" w:rsidRPr="0088040C">
        <w:rPr>
          <w:rFonts w:cs="Arial"/>
          <w:sz w:val="24"/>
          <w:szCs w:val="24"/>
          <w:lang w:val="sr-Cyrl-CS"/>
        </w:rPr>
        <w:t>МЕДИЦИНСКА СТАТИСТИКА И ИНФОРМАТИКА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EF58BD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1171C0">
        <w:rPr>
          <w:sz w:val="24"/>
          <w:szCs w:val="24"/>
          <w:lang w:val="sr-Latn-CS"/>
        </w:rPr>
        <w:t>12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CD2429">
        <w:rPr>
          <w:b/>
          <w:sz w:val="28"/>
          <w:szCs w:val="28"/>
          <w:lang w:val="sr-Latn-CS"/>
        </w:rPr>
        <w:t>ПРЕДВИЂАЊЕ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EF58BD" w:rsidRDefault="001171C0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CD2429" w:rsidP="00744B75">
            <w:pPr>
              <w:jc w:val="left"/>
              <w:rPr>
                <w:rFonts w:cs="Arial"/>
                <w:lang w:val="sr-Latn-CS"/>
              </w:rPr>
            </w:pPr>
            <w:r>
              <w:rPr>
                <w:rFonts w:cs="Arial"/>
                <w:lang w:val="sr-Latn-CS"/>
              </w:rPr>
              <w:t>Предвиђање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690343" w:rsidRDefault="00B360F8" w:rsidP="00744B75">
            <w:pPr>
              <w:jc w:val="left"/>
              <w:rPr>
                <w:lang w:val="sr-Cyrl-CS"/>
              </w:rPr>
            </w:pPr>
            <w:r w:rsidRPr="00B360F8">
              <w:t>Расподеле</w:t>
            </w:r>
            <w:r w:rsidRPr="00C335BE">
              <w:rPr>
                <w:lang w:val="sr-Latn-CS"/>
              </w:rPr>
              <w:t xml:space="preserve"> </w:t>
            </w:r>
            <w:r w:rsidRPr="00B360F8">
              <w:t>узорака</w:t>
            </w:r>
            <w:r w:rsidRPr="00C335BE">
              <w:rPr>
                <w:lang w:val="sr-Latn-CS"/>
              </w:rPr>
              <w:t xml:space="preserve">. </w:t>
            </w:r>
            <w:r w:rsidRPr="00B360F8">
              <w:t>Стандардна</w:t>
            </w:r>
            <w:r w:rsidRPr="00C335BE">
              <w:rPr>
                <w:lang w:val="sr-Latn-CS"/>
              </w:rPr>
              <w:t xml:space="preserve"> </w:t>
            </w:r>
            <w:r w:rsidRPr="00B360F8">
              <w:t>грешка</w:t>
            </w:r>
            <w:r w:rsidRPr="00C335BE">
              <w:rPr>
                <w:lang w:val="sr-Latn-CS"/>
              </w:rPr>
              <w:t xml:space="preserve"> </w:t>
            </w:r>
            <w:r w:rsidRPr="00B360F8">
              <w:t>средине</w:t>
            </w:r>
            <w:r w:rsidRPr="00C335BE">
              <w:rPr>
                <w:lang w:val="sr-Latn-CS"/>
              </w:rPr>
              <w:t xml:space="preserve"> </w:t>
            </w:r>
            <w:r w:rsidRPr="00B360F8">
              <w:t>узорка</w:t>
            </w:r>
            <w:r w:rsidRPr="00C335BE">
              <w:rPr>
                <w:lang w:val="sr-Latn-CS"/>
              </w:rPr>
              <w:t xml:space="preserve">. </w:t>
            </w:r>
            <w:r w:rsidRPr="00B360F8">
              <w:t>Интервали поверења.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 xml:space="preserve">Упознавање са </w:t>
            </w:r>
            <w:r w:rsidR="00F84717">
              <w:rPr>
                <w:rFonts w:cs="Arial"/>
                <w:lang w:val="sr-Cyrl-CS"/>
              </w:rPr>
              <w:t>п</w:t>
            </w:r>
            <w:r w:rsidR="00F84717">
              <w:rPr>
                <w:rFonts w:cs="Arial"/>
                <w:lang w:val="sr-Latn-CS"/>
              </w:rPr>
              <w:t>редвиђање</w:t>
            </w:r>
            <w:r w:rsidR="00F84717">
              <w:rPr>
                <w:rFonts w:cs="Arial"/>
                <w:lang w:val="sr-Cyrl-CS"/>
              </w:rPr>
              <w:t>м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D628C3" w:rsidRDefault="00D628C3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Cyrl-CS"/>
        </w:rPr>
      </w:pPr>
    </w:p>
    <w:p w:rsidR="006B1511" w:rsidRDefault="006B1511">
      <w:pPr>
        <w:jc w:val="center"/>
        <w:rPr>
          <w:b/>
          <w:sz w:val="24"/>
          <w:szCs w:val="24"/>
          <w:lang w:val="sr-Latn-CS"/>
        </w:rPr>
      </w:pPr>
    </w:p>
    <w:p w:rsidR="00B90634" w:rsidRDefault="00B90634">
      <w:pPr>
        <w:jc w:val="center"/>
        <w:rPr>
          <w:b/>
          <w:sz w:val="24"/>
          <w:szCs w:val="24"/>
          <w:lang w:val="sr-Latn-CS"/>
        </w:rPr>
      </w:pPr>
    </w:p>
    <w:p w:rsidR="00B90634" w:rsidRDefault="00B90634">
      <w:pPr>
        <w:jc w:val="center"/>
        <w:rPr>
          <w:b/>
          <w:sz w:val="24"/>
          <w:szCs w:val="24"/>
          <w:lang w:val="sr-Latn-CS"/>
        </w:rPr>
      </w:pPr>
    </w:p>
    <w:p w:rsidR="00B90634" w:rsidRPr="00B90634" w:rsidRDefault="00B90634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967977" w:rsidRP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444A38" w:rsidRPr="00A06B01" w:rsidRDefault="00444A38" w:rsidP="00444A38">
      <w:pPr>
        <w:rPr>
          <w:sz w:val="16"/>
          <w:szCs w:val="16"/>
          <w:lang w:val="sr-Latn-CS" w:eastAsia="ar-SA"/>
        </w:rPr>
      </w:pPr>
      <w:bookmarkStart w:id="0" w:name="OLE_LINK1"/>
      <w:bookmarkStart w:id="1" w:name="OLE_LINK2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>2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7C7B51" w:rsidRPr="000647CD" w:rsidRDefault="00444A38" w:rsidP="00444A38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bookmarkEnd w:id="0"/>
      <w:bookmarkEnd w:id="1"/>
      <w:r w:rsidR="007C7B51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171C0" w:rsidRDefault="001171C0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76132C" w:rsidRDefault="00DA7298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88294465" w:history="1">
        <w:r w:rsidR="0076132C" w:rsidRPr="00B7573A">
          <w:rPr>
            <w:rStyle w:val="Hyperlink"/>
            <w:noProof/>
            <w:lang w:val="sr-Cyrl-CS"/>
          </w:rPr>
          <w:t>Предвиђање</w:t>
        </w:r>
        <w:r w:rsidR="007613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6132C">
          <w:rPr>
            <w:noProof/>
            <w:webHidden/>
          </w:rPr>
          <w:instrText xml:space="preserve"> PAGEREF _Toc288294465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613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6132C" w:rsidRDefault="00DA7298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8294466" w:history="1">
        <w:r w:rsidR="0076132C" w:rsidRPr="00B7573A">
          <w:rPr>
            <w:rStyle w:val="Hyperlink"/>
            <w:noProof/>
            <w:lang w:val="sr-Cyrl-CS" w:eastAsia="sr-Latn-CS"/>
          </w:rPr>
          <w:t>5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eastAsia="sr-Latn-CS"/>
          </w:rPr>
          <w:t>Предвиђање</w:t>
        </w:r>
        <w:r w:rsidR="007613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6132C">
          <w:rPr>
            <w:noProof/>
            <w:webHidden/>
          </w:rPr>
          <w:instrText xml:space="preserve"> PAGEREF _Toc288294466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613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6132C" w:rsidRDefault="00DA7298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8294467" w:history="1">
        <w:r w:rsidR="0076132C" w:rsidRPr="00B7573A">
          <w:rPr>
            <w:rStyle w:val="Hyperlink"/>
            <w:noProof/>
            <w:lang w:val="sr-Cyrl-CS" w:eastAsia="sr-Latn-CS"/>
          </w:rPr>
          <w:t>5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.1 </w:t>
        </w:r>
        <w:r w:rsidR="0076132C" w:rsidRPr="00B7573A">
          <w:rPr>
            <w:rStyle w:val="Hyperlink"/>
            <w:noProof/>
            <w:lang w:eastAsia="sr-Latn-CS"/>
          </w:rPr>
          <w:t>Расподеле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eastAsia="sr-Latn-CS"/>
          </w:rPr>
          <w:t>узорака</w:t>
        </w:r>
        <w:r w:rsidR="0076132C" w:rsidRPr="00B7573A">
          <w:rPr>
            <w:rStyle w:val="Hyperlink"/>
            <w:noProof/>
            <w:lang w:val="sr-Cyrl-CS" w:eastAsia="sr-Latn-CS"/>
          </w:rPr>
          <w:t xml:space="preserve"> (</w:t>
        </w:r>
        <w:r w:rsidR="0076132C" w:rsidRPr="00B7573A">
          <w:rPr>
            <w:rStyle w:val="Hyperlink"/>
            <w:noProof/>
            <w:lang w:eastAsia="sr-Latn-CS"/>
          </w:rPr>
          <w:t>Sampling distributions</w:t>
        </w:r>
        <w:r w:rsidR="0076132C" w:rsidRPr="00B7573A">
          <w:rPr>
            <w:rStyle w:val="Hyperlink"/>
            <w:noProof/>
            <w:lang w:val="sr-Cyrl-CS" w:eastAsia="sr-Latn-CS"/>
          </w:rPr>
          <w:t>)</w:t>
        </w:r>
        <w:r w:rsidR="007613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6132C">
          <w:rPr>
            <w:noProof/>
            <w:webHidden/>
          </w:rPr>
          <w:instrText xml:space="preserve"> PAGEREF _Toc288294467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613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6132C" w:rsidRDefault="00DA7298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8294468" w:history="1">
        <w:r w:rsidR="0076132C" w:rsidRPr="00B7573A">
          <w:rPr>
            <w:rStyle w:val="Hyperlink"/>
            <w:noProof/>
            <w:lang w:val="sr-Cyrl-CS" w:eastAsia="sr-Latn-CS"/>
          </w:rPr>
          <w:t>5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.2 </w:t>
        </w:r>
        <w:r w:rsidR="0076132C" w:rsidRPr="00B7573A">
          <w:rPr>
            <w:rStyle w:val="Hyperlink"/>
            <w:noProof/>
            <w:lang w:eastAsia="sr-Latn-CS"/>
          </w:rPr>
          <w:t>Стандардна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eastAsia="sr-Latn-CS"/>
          </w:rPr>
          <w:t>грешка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val="sr-Cyrl-CS" w:eastAsia="sr-Latn-CS"/>
          </w:rPr>
          <w:t xml:space="preserve">средине </w:t>
        </w:r>
        <w:r w:rsidR="0076132C" w:rsidRPr="00B7573A">
          <w:rPr>
            <w:rStyle w:val="Hyperlink"/>
            <w:noProof/>
            <w:lang w:eastAsia="sr-Latn-CS"/>
          </w:rPr>
          <w:t>узорка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val="sr-Cyrl-CS" w:eastAsia="sr-Latn-CS"/>
          </w:rPr>
          <w:t>(</w:t>
        </w:r>
        <w:r w:rsidR="0076132C" w:rsidRPr="00B7573A">
          <w:rPr>
            <w:rStyle w:val="Hyperlink"/>
            <w:noProof/>
            <w:lang w:val="sr-Latn-CS" w:eastAsia="sr-Latn-CS"/>
          </w:rPr>
          <w:t>Standard error of a sample mean</w:t>
        </w:r>
        <w:r w:rsidR="0076132C" w:rsidRPr="00B7573A">
          <w:rPr>
            <w:rStyle w:val="Hyperlink"/>
            <w:noProof/>
            <w:lang w:val="sr-Cyrl-CS" w:eastAsia="sr-Latn-CS"/>
          </w:rPr>
          <w:t>)</w:t>
        </w:r>
        <w:r w:rsidR="007613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6132C">
          <w:rPr>
            <w:noProof/>
            <w:webHidden/>
          </w:rPr>
          <w:instrText xml:space="preserve"> PAGEREF _Toc288294468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613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132C" w:rsidRDefault="00DA7298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8294469" w:history="1">
        <w:r w:rsidR="0076132C" w:rsidRPr="00B7573A">
          <w:rPr>
            <w:rStyle w:val="Hyperlink"/>
            <w:noProof/>
            <w:lang w:val="sr-Cyrl-CS" w:eastAsia="sr-Latn-CS"/>
          </w:rPr>
          <w:t>5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.3 </w:t>
        </w:r>
        <w:r w:rsidR="0076132C" w:rsidRPr="00B7573A">
          <w:rPr>
            <w:rStyle w:val="Hyperlink"/>
            <w:noProof/>
            <w:lang w:eastAsia="sr-Latn-CS"/>
          </w:rPr>
          <w:t>Интервали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eastAsia="sr-Latn-CS"/>
          </w:rPr>
          <w:t>поверења</w:t>
        </w:r>
        <w:r w:rsidR="0076132C" w:rsidRPr="00B7573A">
          <w:rPr>
            <w:rStyle w:val="Hyperlink"/>
            <w:noProof/>
            <w:lang w:val="sr-Latn-CS" w:eastAsia="sr-Latn-CS"/>
          </w:rPr>
          <w:t xml:space="preserve"> </w:t>
        </w:r>
        <w:r w:rsidR="0076132C" w:rsidRPr="00B7573A">
          <w:rPr>
            <w:rStyle w:val="Hyperlink"/>
            <w:noProof/>
            <w:lang w:val="sr-Cyrl-CS" w:eastAsia="sr-Latn-CS"/>
          </w:rPr>
          <w:t>(</w:t>
        </w:r>
        <w:r w:rsidR="0076132C" w:rsidRPr="00B7573A">
          <w:rPr>
            <w:rStyle w:val="Hyperlink"/>
            <w:noProof/>
            <w:lang w:val="sr-Latn-CS" w:eastAsia="sr-Latn-CS"/>
          </w:rPr>
          <w:t>Confidence intervals</w:t>
        </w:r>
        <w:r w:rsidR="0076132C" w:rsidRPr="00B7573A">
          <w:rPr>
            <w:rStyle w:val="Hyperlink"/>
            <w:noProof/>
            <w:lang w:val="sr-Cyrl-CS" w:eastAsia="sr-Latn-CS"/>
          </w:rPr>
          <w:t>)</w:t>
        </w:r>
        <w:r w:rsidR="007613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6132C">
          <w:rPr>
            <w:noProof/>
            <w:webHidden/>
          </w:rPr>
          <w:instrText xml:space="preserve"> PAGEREF _Toc288294469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6132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45D8" w:rsidRDefault="00DA7298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Cyrl-CS"/>
        </w:rPr>
      </w:pPr>
    </w:p>
    <w:p w:rsidR="00645B66" w:rsidRDefault="00645B66" w:rsidP="001653E0">
      <w:pPr>
        <w:jc w:val="center"/>
        <w:rPr>
          <w:sz w:val="24"/>
          <w:szCs w:val="24"/>
          <w:lang w:val="sr-Cyrl-CS"/>
        </w:rPr>
      </w:pPr>
    </w:p>
    <w:p w:rsidR="00F3051F" w:rsidRDefault="00F3051F" w:rsidP="001653E0">
      <w:pPr>
        <w:jc w:val="center"/>
        <w:rPr>
          <w:sz w:val="24"/>
          <w:szCs w:val="24"/>
          <w:lang w:val="sr-Cyrl-CS"/>
        </w:rPr>
      </w:pPr>
    </w:p>
    <w:p w:rsidR="005675A2" w:rsidRDefault="005675A2" w:rsidP="001653E0">
      <w:pPr>
        <w:jc w:val="center"/>
        <w:rPr>
          <w:sz w:val="24"/>
          <w:szCs w:val="24"/>
          <w:lang w:val="sr-Latn-CS"/>
        </w:rPr>
      </w:pPr>
    </w:p>
    <w:p w:rsidR="005675A2" w:rsidRDefault="005675A2" w:rsidP="001653E0">
      <w:pPr>
        <w:jc w:val="center"/>
        <w:rPr>
          <w:sz w:val="24"/>
          <w:szCs w:val="24"/>
          <w:lang w:val="sr-Latn-CS"/>
        </w:rPr>
      </w:pPr>
    </w:p>
    <w:p w:rsidR="001653E0" w:rsidRPr="00F219BF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1171C0">
        <w:rPr>
          <w:sz w:val="24"/>
          <w:szCs w:val="24"/>
          <w:lang w:val="sr-Latn-CS"/>
        </w:rPr>
        <w:t>12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CD2429">
        <w:rPr>
          <w:b/>
          <w:sz w:val="36"/>
          <w:szCs w:val="36"/>
          <w:lang w:val="sr-Cyrl-CS"/>
        </w:rPr>
        <w:t>ПРЕДВИЂАЊЕ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CD2429" w:rsidP="0063505A">
      <w:pPr>
        <w:pStyle w:val="Heading1"/>
        <w:rPr>
          <w:lang w:val="sr-Cyrl-CS"/>
        </w:rPr>
      </w:pPr>
      <w:bookmarkStart w:id="2" w:name="_Toc288294465"/>
      <w:r>
        <w:rPr>
          <w:lang w:val="sr-Cyrl-CS"/>
        </w:rPr>
        <w:t>Предвиђање</w:t>
      </w:r>
      <w:bookmarkEnd w:id="2"/>
    </w:p>
    <w:p w:rsidR="001F6A36" w:rsidRPr="00DF7CFB" w:rsidRDefault="001F6A36" w:rsidP="001F6A36">
      <w:pPr>
        <w:pStyle w:val="Heading2"/>
        <w:rPr>
          <w:lang w:val="sr-Latn-CS" w:eastAsia="sr-Latn-CS"/>
        </w:rPr>
      </w:pPr>
      <w:bookmarkStart w:id="3" w:name="_Toc272700024"/>
      <w:bookmarkStart w:id="4" w:name="_Toc273550720"/>
      <w:bookmarkStart w:id="5" w:name="_Toc288294466"/>
      <w:bookmarkStart w:id="6" w:name="_Toc261678970"/>
      <w:bookmarkStart w:id="7" w:name="_Toc272871457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 </w:t>
      </w:r>
      <w:r w:rsidR="00CD2429" w:rsidRPr="00C335BE">
        <w:rPr>
          <w:lang w:val="sr-Cyrl-CS" w:eastAsia="sr-Latn-CS"/>
        </w:rPr>
        <w:t>Предвиђање</w:t>
      </w:r>
      <w:bookmarkEnd w:id="3"/>
      <w:bookmarkEnd w:id="4"/>
      <w:bookmarkEnd w:id="5"/>
    </w:p>
    <w:p w:rsidR="001F6A36" w:rsidRPr="00D3150D" w:rsidRDefault="001F6A36" w:rsidP="001F6A36">
      <w:pPr>
        <w:pStyle w:val="Heading3"/>
        <w:rPr>
          <w:lang w:val="sr-Cyrl-CS" w:eastAsia="sr-Latn-CS"/>
        </w:rPr>
      </w:pPr>
      <w:bookmarkStart w:id="8" w:name="_Toc261678963"/>
      <w:bookmarkStart w:id="9" w:name="_Toc272700025"/>
      <w:bookmarkStart w:id="10" w:name="_Toc273550721"/>
      <w:bookmarkStart w:id="11" w:name="_Toc288294467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.1 </w:t>
      </w:r>
      <w:bookmarkEnd w:id="8"/>
      <w:r w:rsidRPr="00C335BE">
        <w:rPr>
          <w:lang w:val="sr-Cyrl-CS" w:eastAsia="sr-Latn-CS"/>
        </w:rPr>
        <w:t>Расподеле</w:t>
      </w:r>
      <w:r w:rsidRPr="00DF7CFB">
        <w:rPr>
          <w:lang w:val="sr-Latn-CS" w:eastAsia="sr-Latn-CS"/>
        </w:rPr>
        <w:t xml:space="preserve"> </w:t>
      </w:r>
      <w:r w:rsidRPr="00C335BE">
        <w:rPr>
          <w:lang w:val="sr-Cyrl-CS" w:eastAsia="sr-Latn-CS"/>
        </w:rPr>
        <w:t>узорака</w:t>
      </w:r>
      <w:r>
        <w:rPr>
          <w:lang w:val="sr-Cyrl-CS" w:eastAsia="sr-Latn-CS"/>
        </w:rPr>
        <w:t xml:space="preserve"> (</w:t>
      </w:r>
      <w:r w:rsidRPr="000C6780">
        <w:rPr>
          <w:lang w:eastAsia="sr-Latn-CS"/>
        </w:rPr>
        <w:t>Sampling</w:t>
      </w:r>
      <w:r w:rsidRPr="00C335BE">
        <w:rPr>
          <w:lang w:val="sr-Cyrl-CS" w:eastAsia="sr-Latn-CS"/>
        </w:rPr>
        <w:t xml:space="preserve"> </w:t>
      </w:r>
      <w:r w:rsidRPr="000C6780">
        <w:rPr>
          <w:lang w:eastAsia="sr-Latn-CS"/>
        </w:rPr>
        <w:t>distributions</w:t>
      </w:r>
      <w:r>
        <w:rPr>
          <w:lang w:val="sr-Cyrl-CS" w:eastAsia="sr-Latn-CS"/>
        </w:rPr>
        <w:t>)</w:t>
      </w:r>
      <w:bookmarkEnd w:id="9"/>
      <w:bookmarkEnd w:id="10"/>
      <w:bookmarkEnd w:id="11"/>
    </w:p>
    <w:p w:rsidR="00CA2005" w:rsidRDefault="00CA2005" w:rsidP="00CA2005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поглављу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17548">
        <w:rPr>
          <w:rFonts w:cs="Arial"/>
          <w:color w:val="0A0905"/>
          <w:lang w:val="sr-Cyrl-CS" w:eastAsia="sr-Latn-CS"/>
        </w:rPr>
        <w:t>предвидимо</w:t>
      </w:r>
      <w:r w:rsidR="00B95D0B">
        <w:rPr>
          <w:rFonts w:cs="Arial"/>
          <w:color w:val="0A0905"/>
          <w:lang w:val="sr-Cyrl-CS" w:eastAsia="sr-Latn-CS"/>
        </w:rPr>
        <w:t xml:space="preserve"> (проценимо)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те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поновљене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CA2005" w:rsidRPr="006C583F" w:rsidRDefault="00CA2005" w:rsidP="00CA2005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>
        <w:rPr>
          <w:rFonts w:cs="Arial"/>
          <w:color w:val="0A0905"/>
          <w:lang w:val="sr-Cyrl-CS" w:eastAsia="sr-Latn-CS"/>
        </w:rPr>
        <w:t xml:space="preserve"> (узорковања) (</w:t>
      </w:r>
      <w:r w:rsidRPr="005154B2">
        <w:rPr>
          <w:rFonts w:cs="Arial"/>
          <w:i/>
          <w:color w:val="0A0905"/>
          <w:lang w:val="sr-Latn-CS" w:eastAsia="sr-Latn-CS"/>
        </w:rPr>
        <w:t>sampling experiment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>
        <w:rPr>
          <w:rFonts w:cs="Arial"/>
          <w:color w:val="0A0905"/>
          <w:lang w:val="sr-Cyrl-CS" w:eastAsia="sr-Latn-CS"/>
        </w:rPr>
        <w:t>ева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2.9. </w:t>
      </w:r>
    </w:p>
    <w:tbl>
      <w:tblPr>
        <w:tblW w:w="10636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10636"/>
      </w:tblGrid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F47673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Популација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од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100 </w:t>
            </w:r>
            <w:r>
              <w:rPr>
                <w:rFonts w:cs="Arial"/>
                <w:color w:val="0A0905"/>
                <w:lang w:val="sr-Latn-CS" w:eastAsia="sr-Latn-CS"/>
              </w:rPr>
              <w:t>случајних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цифара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експеримент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узорка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(узорковања)</w:t>
            </w:r>
          </w:p>
        </w:tc>
      </w:tr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</w:tblGrid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A7335" w:rsidRDefault="006A7335" w:rsidP="006A7335">
      <w:pPr>
        <w:spacing w:before="0"/>
        <w:ind w:firstLine="720"/>
        <w:rPr>
          <w:lang w:val="sr-Cyrl-CS" w:eastAsia="sr-Latn-CS"/>
        </w:rPr>
      </w:pP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Експеримент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 xml:space="preserve">узорка </w:t>
      </w:r>
      <w:r w:rsidR="002F05C7">
        <w:rPr>
          <w:lang w:val="sr-Cyrl-CS" w:eastAsia="sr-Latn-CS"/>
        </w:rPr>
        <w:t>(</w:t>
      </w:r>
      <w:r w:rsidR="002F05C7" w:rsidRPr="002F05C7">
        <w:rPr>
          <w:rFonts w:cs="Arial"/>
          <w:i/>
          <w:color w:val="0A0905"/>
          <w:lang w:val="sr-Latn-CS" w:eastAsia="sr-Latn-CS"/>
        </w:rPr>
        <w:t>sampling experiment</w:t>
      </w:r>
      <w:r w:rsidR="002F05C7">
        <w:rPr>
          <w:lang w:val="sr-Cyrl-CS" w:eastAsia="sr-Latn-CS"/>
        </w:rPr>
        <w:t xml:space="preserve">)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</w:t>
      </w:r>
      <w:r>
        <w:rPr>
          <w:lang w:val="sr-Cyrl-CS" w:eastAsia="sr-Latn-CS"/>
        </w:rPr>
        <w:t>ч</w:t>
      </w:r>
      <w:r>
        <w:rPr>
          <w:lang w:val="sr-Latn-CS" w:eastAsia="sr-Latn-CS"/>
        </w:rPr>
        <w:t>ају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децималне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коцкице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послужиле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</w:t>
      </w:r>
      <w:r w:rsidRPr="00E779C8">
        <w:rPr>
          <w:lang w:val="sr-Latn-CS" w:eastAsia="sr-Latn-CS"/>
        </w:rPr>
        <w:t xml:space="preserve">. </w:t>
      </w:r>
      <w:r>
        <w:rPr>
          <w:lang w:val="sr-Cyrl-CS" w:eastAsia="sr-Latn-CS"/>
        </w:rPr>
        <w:t>Изабран је у</w:t>
      </w:r>
      <w:r>
        <w:rPr>
          <w:lang w:val="sr-Latn-CS" w:eastAsia="sr-Latn-CS"/>
        </w:rPr>
        <w:t>зорак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четири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6,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4</w:t>
      </w:r>
      <w:r>
        <w:rPr>
          <w:lang w:val="sr-Cyrl-CS" w:eastAsia="sr-Latn-CS"/>
        </w:rPr>
        <w:t>, 6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1.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израчуната</w:t>
      </w:r>
      <w:r>
        <w:rPr>
          <w:lang w:val="sr-Cyrl-CS" w:eastAsia="sr-Latn-CS"/>
        </w:rPr>
        <w:t xml:space="preserve"> као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17/4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=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4.25. </w:t>
      </w:r>
      <w:r>
        <w:rPr>
          <w:lang w:val="sr-Latn-CS" w:eastAsia="sr-Latn-CS"/>
        </w:rPr>
        <w:t>Ово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од четири </w:t>
      </w:r>
      <w:r>
        <w:rPr>
          <w:lang w:val="sr-Latn-CS" w:eastAsia="sr-Latn-CS"/>
        </w:rPr>
        <w:t>броја</w:t>
      </w:r>
      <w:r>
        <w:rPr>
          <w:lang w:val="sr-Cyrl-CS" w:eastAsia="sr-Latn-CS"/>
        </w:rPr>
        <w:t xml:space="preserve">: </w:t>
      </w:r>
      <w:r w:rsidRPr="00E779C8">
        <w:rPr>
          <w:lang w:val="sr-Latn-CS" w:eastAsia="sr-Latn-CS"/>
        </w:rPr>
        <w:t>7,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8</w: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1</w:t>
      </w:r>
      <w:r>
        <w:rPr>
          <w:lang w:val="sr-Cyrl-CS" w:eastAsia="sr-Latn-CS"/>
        </w:rPr>
        <w:t xml:space="preserve"> и </w:t>
      </w:r>
      <w:r w:rsidRPr="00E779C8">
        <w:rPr>
          <w:lang w:val="sr-Latn-CS" w:eastAsia="sr-Latn-CS"/>
        </w:rPr>
        <w:t xml:space="preserve">8. </w:t>
      </w:r>
      <w:r>
        <w:rPr>
          <w:lang w:val="sr-Cyrl-CS" w:eastAsia="sr-Latn-CS"/>
        </w:rPr>
        <w:t xml:space="preserve">Његова средина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6.00. </w:t>
      </w:r>
      <w:r>
        <w:rPr>
          <w:lang w:val="sr-Latn-CS" w:eastAsia="sr-Latn-CS"/>
        </w:rPr>
        <w:t>Ова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процедура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рађена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свеукупно</w:t>
      </w:r>
      <w:r w:rsidRPr="00E779C8">
        <w:rPr>
          <w:lang w:val="sr-Latn-CS" w:eastAsia="sr-Latn-CS"/>
        </w:rPr>
        <w:t xml:space="preserve"> 20 </w:t>
      </w:r>
      <w:r>
        <w:rPr>
          <w:lang w:val="sr-Latn-CS" w:eastAsia="sr-Latn-CS"/>
        </w:rPr>
        <w:t>пута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приказане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табели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.2.</w:t>
      </w: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узор</w:t>
      </w:r>
      <w:r w:rsidR="00AE2E48">
        <w:rPr>
          <w:lang w:val="sr-Cyrl-CS" w:eastAsia="sr-Latn-CS"/>
        </w:rPr>
        <w:t>а</w:t>
      </w:r>
      <w:r>
        <w:rPr>
          <w:lang w:val="sr-Latn-CS" w:eastAsia="sr-Latn-CS"/>
        </w:rPr>
        <w:t>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Оне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показују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променљиву</w:t>
      </w:r>
      <w:r w:rsidRPr="00E779C8">
        <w:rPr>
          <w:lang w:val="sr-Latn-CS" w:eastAsia="sr-Latn-CS"/>
        </w:rPr>
        <w:t>. K</w:t>
      </w:r>
      <w:r>
        <w:rPr>
          <w:lang w:val="sr-Latn-CS" w:eastAsia="sr-Latn-CS"/>
        </w:rPr>
        <w:t>ада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бисмо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3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921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225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величину</w:t>
      </w:r>
      <w:r w:rsidRPr="00E779C8">
        <w:rPr>
          <w:lang w:val="sr-Latn-CS" w:eastAsia="sr-Latn-CS"/>
        </w:rPr>
        <w:t xml:space="preserve"> 4 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израчунамо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средине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саме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формирале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Наших</w:t>
      </w:r>
      <w:r w:rsidRPr="00E779C8">
        <w:rPr>
          <w:lang w:val="sr-Latn-CS" w:eastAsia="sr-Latn-CS"/>
        </w:rPr>
        <w:t xml:space="preserve"> 20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lastRenderedPageBreak/>
        <w:t>себи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</w:t>
      </w:r>
      <w:r>
        <w:rPr>
          <w:lang w:val="sr-Cyrl-CS" w:eastAsia="sr-Latn-CS"/>
        </w:rPr>
        <w:t>ућ</w:t>
      </w:r>
      <w:r>
        <w:rPr>
          <w:lang w:val="sr-Latn-CS" w:eastAsia="sr-Latn-CS"/>
        </w:rPr>
        <w:t>их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средина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зове</w:t>
      </w:r>
      <w:r w:rsidRPr="00C75DCC">
        <w:rPr>
          <w:lang w:val="sr-Cyrl-CS" w:eastAsia="sr-Latn-CS"/>
        </w:rPr>
        <w:t xml:space="preserve"> </w:t>
      </w:r>
      <w:r w:rsidRPr="00576B0C">
        <w:rPr>
          <w:b/>
          <w:lang w:val="sr-Latn-CS" w:eastAsia="sr-Latn-CS"/>
        </w:rPr>
        <w:t>расподел</w:t>
      </w:r>
      <w:r>
        <w:rPr>
          <w:b/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 w:rsidRPr="00C1364A">
        <w:rPr>
          <w:b/>
          <w:lang w:val="sr-Cyrl-CS" w:eastAsia="sr-Latn-CS"/>
        </w:rPr>
        <w:t xml:space="preserve">узорка </w:t>
      </w:r>
      <w:r>
        <w:rPr>
          <w:lang w:val="sr-Cyrl-CS" w:eastAsia="sr-Latn-CS"/>
        </w:rPr>
        <w:t>(</w:t>
      </w:r>
      <w:r w:rsidRPr="000C6780">
        <w:rPr>
          <w:b/>
          <w:bCs/>
          <w:lang w:val="sr-Latn-CS" w:eastAsia="sr-Latn-CS"/>
        </w:rPr>
        <w:t>sampling distribution</w:t>
      </w:r>
      <w:r>
        <w:rPr>
          <w:lang w:val="sr-Cyrl-CS" w:eastAsia="sr-Latn-CS"/>
        </w:rPr>
        <w:t>) средине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Уопштено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говорећи</w:t>
      </w:r>
      <w:r w:rsidRPr="00E779C8">
        <w:rPr>
          <w:lang w:val="sr-Latn-CS" w:eastAsia="sr-Latn-CS"/>
        </w:rPr>
        <w:t xml:space="preserve">, </w:t>
      </w:r>
      <w:r w:rsidRPr="00213C1F">
        <w:rPr>
          <w:lang w:val="sr-Latn-CS" w:eastAsia="sr-Latn-CS"/>
        </w:rPr>
        <w:t xml:space="preserve">расподела </w:t>
      </w:r>
      <w:r w:rsidRPr="00213C1F">
        <w:rPr>
          <w:lang w:val="sr-Cyrl-CS" w:eastAsia="sr-Latn-CS"/>
        </w:rPr>
        <w:t>узорка</w:t>
      </w:r>
      <w:r w:rsidRPr="00C1364A">
        <w:rPr>
          <w:b/>
          <w:lang w:val="sr-Cyrl-CS" w:eastAsia="sr-Latn-CS"/>
        </w:rPr>
        <w:t xml:space="preserve"> </w:t>
      </w:r>
      <w:r>
        <w:rPr>
          <w:lang w:val="sr-Latn-CS" w:eastAsia="sr-Latn-CS"/>
        </w:rPr>
        <w:t>било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вредности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развила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>.</w:t>
      </w:r>
    </w:p>
    <w:p w:rsidR="001F6A36" w:rsidRDefault="00932862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055110" cy="3053080"/>
            <wp:effectExtent l="19050" t="0" r="2540" b="0"/>
            <wp:docPr id="2" name="Picture 2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305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Default="001F6A36" w:rsidP="001F6A36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A1D2F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5A1D2F">
        <w:rPr>
          <w:rFonts w:cs="Arial"/>
          <w:bCs/>
          <w:color w:val="0A0905"/>
          <w:lang w:val="sr-Latn-CS" w:eastAsia="sr-Latn-CS"/>
        </w:rPr>
        <w:t>.1</w:t>
      </w:r>
      <w:r w:rsidRPr="005A1D2F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.1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tbl>
      <w:tblPr>
        <w:tblW w:w="9866" w:type="dxa"/>
        <w:jc w:val="center"/>
        <w:tblCellSpacing w:w="0" w:type="dxa"/>
        <w:tblInd w:w="-114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866"/>
      </w:tblGrid>
      <w:tr w:rsidR="001F6A36" w:rsidRPr="002D6477">
        <w:trPr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2D6477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Случајни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узорци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коришћени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експерименту</w:t>
            </w:r>
            <w:r>
              <w:rPr>
                <w:rFonts w:cs="Arial"/>
                <w:lang w:val="sr-Cyrl-CS" w:eastAsia="sr-Latn-CS"/>
              </w:rPr>
              <w:t xml:space="preserve"> узорка</w:t>
            </w:r>
          </w:p>
        </w:tc>
      </w:tr>
      <w:tr w:rsidR="001F6A36" w:rsidRPr="000C6780">
        <w:trPr>
          <w:trHeight w:val="6317"/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50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</w:tblGrid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2.75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5.00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1F6A36" w:rsidRPr="00F73E21" w:rsidRDefault="001F6A36" w:rsidP="000B3FFF">
      <w:pPr>
        <w:pStyle w:val="Heading3"/>
        <w:ind w:left="510" w:hanging="510"/>
        <w:jc w:val="both"/>
        <w:rPr>
          <w:lang w:val="sr-Latn-CS" w:eastAsia="sr-Latn-CS"/>
        </w:rPr>
      </w:pPr>
      <w:bookmarkStart w:id="12" w:name="_Toc261678964"/>
      <w:bookmarkStart w:id="13" w:name="_Toc272700026"/>
      <w:bookmarkStart w:id="14" w:name="_Toc273550722"/>
      <w:bookmarkStart w:id="15" w:name="_Toc288294468"/>
      <w:r w:rsidRPr="00F73E21">
        <w:rPr>
          <w:lang w:val="sr-Cyrl-CS" w:eastAsia="sr-Latn-CS"/>
        </w:rPr>
        <w:lastRenderedPageBreak/>
        <w:t>5</w:t>
      </w:r>
      <w:r w:rsidRPr="00F73E21">
        <w:rPr>
          <w:lang w:val="sr-Latn-CS" w:eastAsia="sr-Latn-CS"/>
        </w:rPr>
        <w:t xml:space="preserve">.2 </w:t>
      </w:r>
      <w:r w:rsidRPr="00F73E21">
        <w:rPr>
          <w:lang w:eastAsia="sr-Latn-CS"/>
        </w:rPr>
        <w:t>Стандардна</w:t>
      </w:r>
      <w:r w:rsidRPr="00F73E21">
        <w:rPr>
          <w:lang w:val="sr-Latn-CS" w:eastAsia="sr-Latn-CS"/>
        </w:rPr>
        <w:t xml:space="preserve"> </w:t>
      </w:r>
      <w:r w:rsidRPr="00F73E21">
        <w:rPr>
          <w:lang w:eastAsia="sr-Latn-CS"/>
        </w:rPr>
        <w:t>грешка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 xml:space="preserve">средине </w:t>
      </w:r>
      <w:r w:rsidRPr="00F73E21">
        <w:rPr>
          <w:lang w:eastAsia="sr-Latn-CS"/>
        </w:rPr>
        <w:t>узорка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>(</w:t>
      </w:r>
      <w:r w:rsidRPr="00F73E21">
        <w:rPr>
          <w:lang w:val="sr-Latn-CS" w:eastAsia="sr-Latn-CS"/>
        </w:rPr>
        <w:t>Standard error of a sample mean</w:t>
      </w:r>
      <w:bookmarkEnd w:id="12"/>
      <w:r w:rsidRPr="00F73E21">
        <w:rPr>
          <w:lang w:val="sr-Cyrl-CS" w:eastAsia="sr-Latn-CS"/>
        </w:rPr>
        <w:t>)</w:t>
      </w:r>
      <w:bookmarkEnd w:id="13"/>
      <w:bookmarkEnd w:id="14"/>
      <w:bookmarkEnd w:id="15"/>
    </w:p>
    <w:p w:rsidR="001F6A36" w:rsidRPr="00F417E8" w:rsidRDefault="001F6A36" w:rsidP="001F6A36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наш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054BE">
        <w:rPr>
          <w:rFonts w:cs="Arial"/>
          <w:color w:val="0A0905"/>
          <w:lang w:val="sr-Cyrl-CS" w:eastAsia="sr-Latn-CS"/>
        </w:rPr>
        <w:t>предвидимо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параметре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Двадесет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 xml:space="preserve">редина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5.1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1.1. </w:t>
      </w:r>
      <w:r>
        <w:rPr>
          <w:rFonts w:cs="Arial"/>
          <w:color w:val="0A0905"/>
          <w:lang w:val="sr-Cyrl-CS" w:eastAsia="sr-Latn-CS"/>
        </w:rPr>
        <w:t>Сада с</w:t>
      </w:r>
      <w:r>
        <w:rPr>
          <w:rFonts w:cs="Arial"/>
          <w:color w:val="0A0905"/>
          <w:lang w:val="sr-Latn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целе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 xml:space="preserve"> одступањ</w:t>
      </w:r>
      <w:r>
        <w:rPr>
          <w:rFonts w:cs="Arial"/>
          <w:color w:val="0A0905"/>
          <w:lang w:val="sr-Cyrl-CS" w:eastAsia="sr-Latn-CS"/>
        </w:rPr>
        <w:t>а узорка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877"/>
        <w:gridCol w:w="877"/>
        <w:gridCol w:w="876"/>
        <w:gridCol w:w="877"/>
        <w:gridCol w:w="877"/>
        <w:gridCol w:w="877"/>
        <w:gridCol w:w="877"/>
        <w:gridCol w:w="878"/>
        <w:gridCol w:w="878"/>
        <w:gridCol w:w="676"/>
        <w:gridCol w:w="717"/>
      </w:tblGrid>
      <w:tr w:rsidR="001F6A36" w:rsidRPr="004E71E0">
        <w:trPr>
          <w:trHeight w:val="220"/>
        </w:trPr>
        <w:tc>
          <w:tcPr>
            <w:tcW w:w="877" w:type="dxa"/>
            <w:tcBorders>
              <w:top w:val="threeDEngrave" w:sz="6" w:space="0" w:color="auto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00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6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2</w:t>
            </w:r>
            <w:r>
              <w:t>,</w:t>
            </w:r>
            <w:r w:rsidRPr="004E71E0">
              <w:t>75</w:t>
            </w:r>
          </w:p>
        </w:tc>
        <w:tc>
          <w:tcPr>
            <w:tcW w:w="717" w:type="dxa"/>
            <w:tcBorders>
              <w:top w:val="threeDEngrave" w:sz="6" w:space="0" w:color="auto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DA7298" w:rsidP="004C70C0">
            <w:fldSimple w:instr=" =SUM(LEFT) ">
              <w:r w:rsidR="001F6A36">
                <w:rPr>
                  <w:noProof/>
                </w:rPr>
                <w:t>49,75</w:t>
              </w:r>
            </w:fldSimple>
          </w:p>
        </w:tc>
      </w:tr>
      <w:tr w:rsidR="001F6A36" w:rsidRPr="004E71E0">
        <w:tc>
          <w:tcPr>
            <w:tcW w:w="877" w:type="dxa"/>
            <w:tcBorders>
              <w:top w:val="nil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DA7298" w:rsidP="004C70C0">
            <w:fldSimple w:instr=" =SUM(LEFT) \# &quot;0,00&quot; ">
              <w:r w:rsidR="001F6A36">
                <w:rPr>
                  <w:noProof/>
                </w:rPr>
                <w:t>52,00</w:t>
              </w:r>
            </w:fldSimple>
          </w:p>
        </w:tc>
      </w:tr>
      <w:tr w:rsidR="001F6A36">
        <w:tc>
          <w:tcPr>
            <w:tcW w:w="8570" w:type="dxa"/>
            <w:gridSpan w:val="10"/>
            <w:tcBorders>
              <w:top w:val="nil"/>
              <w:left w:val="threeDEngrave" w:sz="6" w:space="0" w:color="auto"/>
              <w:bottom w:val="threeDEngrave" w:sz="6" w:space="0" w:color="auto"/>
              <w:right w:val="nil"/>
            </w:tcBorders>
          </w:tcPr>
          <w:p w:rsidR="001F6A36" w:rsidRPr="00C21105" w:rsidRDefault="001F6A36" w:rsidP="004C70C0">
            <w:pPr>
              <w:jc w:val="right"/>
              <w:rPr>
                <w:lang w:val="sr-Cyrl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Средина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узорка:</w:t>
            </w:r>
          </w:p>
        </w:tc>
        <w:tc>
          <w:tcPr>
            <w:tcW w:w="717" w:type="dxa"/>
            <w:tcBorders>
              <w:top w:val="nil"/>
              <w:left w:val="nil"/>
              <w:bottom w:val="threeDEngrave" w:sz="6" w:space="0" w:color="auto"/>
              <w:right w:val="threeDEngrave" w:sz="6" w:space="0" w:color="auto"/>
            </w:tcBorders>
          </w:tcPr>
          <w:p w:rsidR="001F6A36" w:rsidRDefault="00DA7298" w:rsidP="004C70C0">
            <w:fldSimple w:instr=" =SUM(ABOVE)/20 \# &quot;0,00&quot; ">
              <w:r w:rsidR="001F6A36">
                <w:rPr>
                  <w:noProof/>
                </w:rPr>
                <w:t>5,09</w:t>
              </w:r>
            </w:fldSimple>
          </w:p>
        </w:tc>
      </w:tr>
    </w:tbl>
    <w:p w:rsidR="001F6A36" w:rsidRDefault="00932862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506470" cy="2607945"/>
            <wp:effectExtent l="19050" t="0" r="0" b="0"/>
            <wp:docPr id="3" name="Picture 3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70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832A19" w:rsidRDefault="001F6A36" w:rsidP="001F6A36">
      <w:pPr>
        <w:pStyle w:val="Figure1"/>
        <w:rPr>
          <w:lang w:val="sr-Cyrl-CS" w:eastAsia="sr-Latn-CS"/>
        </w:rPr>
      </w:pPr>
      <w:r>
        <w:rPr>
          <w:bCs/>
          <w:lang w:val="sr-Latn-CS" w:eastAsia="sr-Latn-CS"/>
        </w:rPr>
        <w:t>Слика</w:t>
      </w:r>
      <w:r w:rsidRPr="00A05075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5</w:t>
      </w:r>
      <w:r w:rsidRPr="00A05075">
        <w:rPr>
          <w:bCs/>
          <w:lang w:val="sr-Latn-CS" w:eastAsia="sr-Latn-CS"/>
        </w:rPr>
        <w:t>.2</w:t>
      </w:r>
      <w:r w:rsidRPr="00A05075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 xml:space="preserve">.1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средине узорка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</w:t>
      </w:r>
    </w:p>
    <w:p w:rsidR="001F6A36" w:rsidRDefault="00932862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98770" cy="3713480"/>
            <wp:effectExtent l="19050" t="0" r="0" b="0"/>
            <wp:docPr id="4" name="Picture 4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71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296CBB" w:rsidRDefault="001F6A36" w:rsidP="001F6A36">
      <w:pPr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908C4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B908C4">
        <w:rPr>
          <w:rFonts w:cs="Arial"/>
          <w:bCs/>
          <w:color w:val="0A0905"/>
          <w:lang w:val="sr-Latn-CS" w:eastAsia="sr-Latn-CS"/>
        </w:rPr>
        <w:t>.3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B908C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променљиве</w:t>
      </w:r>
    </w:p>
    <w:p w:rsidR="005E180A" w:rsidRDefault="005E180A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bookmarkStart w:id="16" w:name="TU1-8"/>
      <w:bookmarkEnd w:id="16"/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 узорка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.2)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0B3FFF" w:rsidRDefault="000B3FFF" w:rsidP="001F6A36">
      <w:pPr>
        <w:spacing w:before="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илустровати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наставку</w:t>
      </w:r>
      <w:r w:rsidRPr="00E779C8">
        <w:rPr>
          <w:rFonts w:cs="Arial"/>
          <w:color w:val="0A0905"/>
          <w:lang w:val="sr-Latn-CS" w:eastAsia="sr-Latn-CS"/>
        </w:rPr>
        <w:t xml:space="preserve">.  </w:t>
      </w:r>
      <w:r>
        <w:rPr>
          <w:rFonts w:cs="Arial"/>
          <w:color w:val="0A0905"/>
          <w:lang w:val="sr-Latn-CS" w:eastAsia="sr-Latn-CS"/>
        </w:rPr>
        <w:t>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ове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4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16.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близу</w:t>
      </w:r>
      <w:r w:rsidRPr="00E779C8">
        <w:rPr>
          <w:rFonts w:cs="Arial"/>
          <w:color w:val="0A0905"/>
          <w:lang w:val="sr-Latn-CS" w:eastAsia="sr-Latn-CS"/>
        </w:rPr>
        <w:t xml:space="preserve"> 0,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апроксимативно</w:t>
      </w:r>
      <w:r w:rsidRPr="00E779C8">
        <w:rPr>
          <w:rFonts w:cs="Arial"/>
          <w:color w:val="0A0905"/>
          <w:lang w:val="sr-Latn-CS" w:eastAsia="sr-Latn-CS"/>
        </w:rPr>
        <w:t xml:space="preserve"> 1 (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); </w:t>
      </w:r>
      <w:r w:rsidRPr="002D6477">
        <w:rPr>
          <w:rFonts w:cs="Arial"/>
          <w:color w:val="auto"/>
          <w:lang w:val="sr-Latn-CS" w:eastAsia="sr-Latn-CS"/>
        </w:rPr>
        <w:t xml:space="preserve">1/2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4), 1/3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9)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D6477">
        <w:rPr>
          <w:rFonts w:cs="Arial"/>
          <w:color w:val="auto"/>
          <w:lang w:val="sr-Latn-CS" w:eastAsia="sr-Latn-CS"/>
        </w:rPr>
        <w:t xml:space="preserve">1/4 </w:t>
      </w:r>
      <w:r>
        <w:rPr>
          <w:rFonts w:cs="Arial"/>
          <w:color w:val="0A0905"/>
          <w:lang w:val="sr-Cyrl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E779C8">
        <w:rPr>
          <w:rFonts w:cs="Arial"/>
          <w:color w:val="0A0905"/>
          <w:lang w:val="sr-Latn-CS" w:eastAsia="sr-Latn-CS"/>
        </w:rPr>
        <w:t xml:space="preserve">16).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position w:val="-6"/>
          <w:lang w:eastAsia="sr-Latn-CS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05pt;height:15.65pt" o:ole="">
            <v:imagedata r:id="rId11" o:title=""/>
          </v:shape>
          <o:OLEObject Type="Embed" ProgID="Equation.3" ShapeID="_x0000_i1025" DrawAspect="Content" ObjectID="_1566933390" r:id="rId12"/>
        </w:objec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position w:val="-8"/>
          <w:lang w:eastAsia="sr-Latn-CS"/>
        </w:rPr>
        <w:object w:dxaOrig="720" w:dyaOrig="380">
          <v:shape id="_x0000_i1026" type="#_x0000_t75" style="width:36.3pt;height:18.8pt" o:ole="">
            <v:imagedata r:id="rId13" o:title=""/>
          </v:shape>
          <o:OLEObject Type="Embed" ProgID="Equation.3" ShapeID="_x0000_i1026" DrawAspect="Content" ObjectID="_1566933391" r:id="rId14"/>
        </w:object>
      </w:r>
      <w:r w:rsidRPr="00E779C8">
        <w:rPr>
          <w:rFonts w:cs="Arial"/>
          <w:lang w:val="sr-Latn-CS" w:eastAsia="sr-Latn-CS"/>
        </w:rPr>
        <w:t xml:space="preserve">, </w:t>
      </w:r>
      <w:r w:rsidRPr="002D6477">
        <w:rPr>
          <w:rFonts w:cs="Arial"/>
          <w:color w:val="auto"/>
          <w:lang w:val="sr-Latn-CS" w:eastAsia="sr-Latn-CS"/>
        </w:rPr>
        <w:t xml:space="preserve">где је </w:t>
      </w:r>
      <w:r>
        <w:rPr>
          <w:rFonts w:cs="Arial"/>
          <w:color w:val="auto"/>
          <w:lang w:val="sr-Latn-CS" w:eastAsia="sr-Latn-CS"/>
        </w:rPr>
        <w:sym w:font="Symbol" w:char="F073"/>
      </w:r>
      <w:r>
        <w:rPr>
          <w:rFonts w:cs="Arial"/>
          <w:color w:val="auto"/>
          <w:lang w:val="sr-Cyrl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стандардно одступање</w:t>
      </w:r>
      <w:r w:rsidRPr="002D6477">
        <w:rPr>
          <w:rFonts w:cs="Arial"/>
          <w:color w:val="auto"/>
          <w:lang w:val="sr-Latn-CS" w:eastAsia="sr-Latn-CS"/>
        </w:rPr>
        <w:t xml:space="preserve"> родитељске расподеле</w:t>
      </w:r>
      <w:r>
        <w:rPr>
          <w:rFonts w:cs="Arial"/>
          <w:color w:val="auto"/>
          <w:lang w:val="sr-Cyrl-CS" w:eastAsia="sr-Latn-CS"/>
        </w:rPr>
        <w:t>,</w:t>
      </w:r>
      <w:r w:rsidRPr="002D6477">
        <w:rPr>
          <w:rFonts w:cs="Arial"/>
          <w:color w:val="auto"/>
          <w:lang w:val="sr-Latn-CS" w:eastAsia="sr-Latn-CS"/>
        </w:rPr>
        <w:t xml:space="preserve"> а </w:t>
      </w:r>
      <w:r w:rsidRPr="002D6477">
        <w:rPr>
          <w:rFonts w:cs="Arial"/>
          <w:i/>
          <w:iCs/>
          <w:color w:val="auto"/>
          <w:lang w:val="sr-Latn-CS" w:eastAsia="sr-Latn-CS"/>
        </w:rPr>
        <w:t xml:space="preserve">n </w:t>
      </w:r>
      <w:r w:rsidRPr="002D6477">
        <w:rPr>
          <w:rFonts w:cs="Arial"/>
          <w:color w:val="auto"/>
          <w:lang w:val="sr-Latn-CS" w:eastAsia="sr-Latn-CS"/>
        </w:rPr>
        <w:t>је величина узорка.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родитељске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Стварна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супротн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симулиран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5</w:t>
      </w:r>
      <w:r w:rsidRPr="00E779C8">
        <w:rPr>
          <w:rFonts w:cs="Arial"/>
          <w:lang w:val="sr-Latn-CS" w:eastAsia="sr-Latn-CS"/>
        </w:rPr>
        <w:t>.4.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Средина 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Стандардно одступање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2171DE">
        <w:rPr>
          <w:rFonts w:cs="Arial"/>
          <w:color w:val="0A0905"/>
          <w:lang w:val="sr-Cyrl-CS" w:eastAsia="sr-Latn-CS"/>
        </w:rPr>
        <w:t>њене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зове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стандардна</w:t>
      </w:r>
      <w:r w:rsidRPr="00E779C8">
        <w:rPr>
          <w:rFonts w:cs="Arial"/>
          <w:b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гре</w:t>
      </w:r>
      <w:r>
        <w:rPr>
          <w:rFonts w:cs="Arial"/>
          <w:b/>
          <w:color w:val="0A0905"/>
          <w:lang w:val="sr-Cyrl-CS" w:eastAsia="sr-Latn-CS"/>
        </w:rPr>
        <w:t>ш</w:t>
      </w:r>
      <w:r>
        <w:rPr>
          <w:rFonts w:cs="Arial"/>
          <w:b/>
          <w:color w:val="0A0905"/>
          <w:lang w:val="it-IT" w:eastAsia="sr-Latn-CS"/>
        </w:rPr>
        <w:t>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error</w:t>
      </w:r>
      <w:r>
        <w:rPr>
          <w:rFonts w:cs="Arial"/>
          <w:b/>
          <w:bCs/>
          <w:color w:val="0A0905"/>
          <w:lang w:val="sr-Cyrl-CS" w:eastAsia="sr-Latn-CS"/>
        </w:rPr>
        <w:t xml:space="preserve"> - se</w:t>
      </w:r>
      <w:r>
        <w:rPr>
          <w:rFonts w:cs="Arial"/>
          <w:color w:val="0A0905"/>
          <w:lang w:val="sr-Cyrl-CS" w:eastAsia="sr-Latn-CS"/>
        </w:rPr>
        <w:t xml:space="preserve">) </w:t>
      </w:r>
      <w:r w:rsidR="00D66912">
        <w:rPr>
          <w:rFonts w:cs="Arial"/>
          <w:color w:val="0A0905"/>
          <w:lang w:val="sr-Cyrl-CS" w:eastAsia="sr-Latn-CS"/>
        </w:rPr>
        <w:t>предвиђања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Она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обезбеђује меру колико далеко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вредности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већини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оквиру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it-IT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средине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неће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удаљена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више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грешке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Погледа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it-IT" w:eastAsia="sr-Latn-CS"/>
        </w:rPr>
        <w:t>емо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ово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прецизније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наредном 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932862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331845" cy="2440940"/>
            <wp:effectExtent l="19050" t="0" r="1905" b="0"/>
            <wp:docPr id="7" name="Picture 7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E3A7E" w:rsidRDefault="001F6A36" w:rsidP="009640BD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0E3A7E">
        <w:rPr>
          <w:lang w:val="sr-Latn-CS" w:eastAsia="sr-Latn-CS"/>
        </w:rPr>
        <w:t xml:space="preserve"> </w:t>
      </w:r>
      <w:r>
        <w:rPr>
          <w:lang w:val="sr-Latn-CS" w:eastAsia="sr-Latn-CS"/>
        </w:rPr>
        <w:t>5</w:t>
      </w:r>
      <w:r w:rsidRPr="000E3A7E">
        <w:rPr>
          <w:lang w:val="sr-Latn-CS" w:eastAsia="sr-Latn-CS"/>
        </w:rPr>
        <w:t xml:space="preserve">.4 </w:t>
      </w:r>
      <w:r>
        <w:rPr>
          <w:lang w:val="sr-Cyrl-CS" w:eastAsia="sr-Latn-CS"/>
        </w:rPr>
        <w:t xml:space="preserve">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Стандардне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rPr>
          <w:rFonts w:cs="Arial"/>
          <w:color w:val="0A0905"/>
          <w:lang w:val="sr-Cyrl-CS" w:eastAsia="sr-Latn-CS"/>
        </w:rPr>
      </w:pPr>
    </w:p>
    <w:p w:rsidR="009640BD" w:rsidRPr="00035B56" w:rsidRDefault="009640BD" w:rsidP="001F6A36">
      <w:pPr>
        <w:spacing w:before="0"/>
        <w:rPr>
          <w:rFonts w:cs="Arial"/>
          <w:vanish/>
          <w:color w:val="0A0905"/>
          <w:lang w:val="sr-Cyrl-CS" w:eastAsia="sr-Latn-CS"/>
        </w:rPr>
      </w:pPr>
    </w:p>
    <w:p w:rsidR="001F6A36" w:rsidRDefault="001F6A36" w:rsidP="001F6A36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практичним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већ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566117">
        <w:rPr>
          <w:rFonts w:cs="Arial"/>
          <w:color w:val="0A0905"/>
          <w:lang w:val="sr-Cyrl-CS" w:eastAsia="sr-Latn-CS"/>
        </w:rPr>
        <w:t>предвиђање</w:t>
      </w:r>
      <w:r w:rsidR="00566117"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>s</w:t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.7).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B1083">
        <w:rPr>
          <w:rFonts w:cs="Arial"/>
          <w:color w:val="0A0905"/>
          <w:lang w:val="sr-Cyrl-CS" w:eastAsia="sr-Latn-CS"/>
        </w:rPr>
        <w:t>предвидимо</w:t>
      </w:r>
      <w:r w:rsidR="00CB1083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27" type="#_x0000_t75" style="width:27.55pt;height:15.65pt" o:ole="">
            <v:imagedata r:id="rId16" o:title=""/>
          </v:shape>
          <o:OLEObject Type="Embed" ProgID="Equation.3" ShapeID="_x0000_i1027" DrawAspect="Content" ObjectID="_1566933392" r:id="rId17"/>
        </w:object>
      </w:r>
      <w:r w:rsidRPr="00E779C8">
        <w:rPr>
          <w:rFonts w:cs="Arial"/>
          <w:lang w:val="it-IT" w:eastAsia="sr-Latn-CS"/>
        </w:rPr>
        <w:t xml:space="preserve">. 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 w:rsidR="00CD2429">
        <w:rPr>
          <w:rFonts w:cs="Arial"/>
          <w:lang w:val="it-IT" w:eastAsia="sr-Latn-CS"/>
        </w:rPr>
        <w:t>предвиђање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 w:rsidRPr="00F87EB1">
        <w:rPr>
          <w:rFonts w:cs="Arial"/>
          <w:color w:val="auto"/>
          <w:lang w:val="it-IT" w:eastAsia="sr-Latn-CS"/>
        </w:rPr>
        <w:t>средине.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контекста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="00994EB1">
        <w:rPr>
          <w:rFonts w:cs="Arial"/>
          <w:color w:val="0A0905"/>
          <w:lang w:val="sr-Cyrl-CS" w:eastAsia="sr-Latn-CS"/>
        </w:rPr>
        <w:t>предвиђена</w:t>
      </w:r>
      <w:r w:rsidR="00994EB1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8" type="#_x0000_t75" style="width:10pt;height:13.75pt" o:ole="">
            <v:imagedata r:id="rId18" o:title=""/>
          </v:shape>
          <o:OLEObject Type="Embed" ProgID="Equation.3" ShapeID="_x0000_i1028" DrawAspect="Content" ObjectID="_1566933393" r:id="rId19"/>
        </w:object>
      </w:r>
      <w:r>
        <w:rPr>
          <w:rFonts w:cs="Arial"/>
          <w:color w:val="0A0905"/>
          <w:lang w:val="sr-Latn-CS" w:eastAsia="sr-Latn-CS"/>
        </w:rPr>
        <w:t>тежи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велико </w:t>
      </w:r>
      <w:r w:rsidRPr="00BD2AFB">
        <w:rPr>
          <w:rFonts w:cs="Arial"/>
          <w:i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,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9" type="#_x0000_t75" style="width:10pt;height:13.75pt" o:ole="">
            <v:imagedata r:id="rId20" o:title=""/>
          </v:shape>
          <o:OLEObject Type="Embed" ProgID="Equation.3" ShapeID="_x0000_i1029" DrawAspect="Content" ObjectID="_1566933394" r:id="rId21"/>
        </w:object>
      </w:r>
      <w:r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ствари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посматрањ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64613">
        <w:rPr>
          <w:rFonts w:cs="Arial"/>
          <w:color w:val="0A0905"/>
          <w:lang w:val="sr-Cyrl-CS" w:eastAsia="sr-Latn-CS"/>
        </w:rPr>
        <w:t>предвиђеним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30" type="#_x0000_t75" style="width:27.55pt;height:15.65pt" o:ole="">
            <v:imagedata r:id="rId22" o:title=""/>
          </v:shape>
          <o:OLEObject Type="Embed" ProgID="Equation.3" ShapeID="_x0000_i1030" DrawAspect="Content" ObjectID="_1566933395" r:id="rId23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вероватноћом</w:t>
      </w:r>
      <w:r w:rsidRPr="00E779C8">
        <w:rPr>
          <w:rFonts w:cs="Arial"/>
          <w:color w:val="0A0905"/>
          <w:lang w:val="sr-Latn-CS" w:eastAsia="sr-Latn-CS"/>
        </w:rPr>
        <w:t xml:space="preserve"> 0.95,</w:t>
      </w:r>
      <w:r>
        <w:rPr>
          <w:rFonts w:cs="Arial"/>
          <w:color w:val="0A0905"/>
          <w:lang w:val="sr-Cyrl-CS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31" type="#_x0000_t75" style="width:10pt;height:13.75pt" o:ole="">
            <v:imagedata r:id="rId18" o:title=""/>
          </v:shape>
          <o:OLEObject Type="Embed" ProgID="Equation.3" ShapeID="_x0000_i1031" DrawAspect="Content" ObjectID="_1566933396" r:id="rId24"/>
        </w:objec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добра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важније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7 који обрађују ''Значење средине малих вредности''.</w:t>
      </w:r>
    </w:p>
    <w:p w:rsidR="00FD0BA0" w:rsidRDefault="009A394E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 пример, размотримо поново 57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 мерења из табеле 1.4. Имамо да з</w:t>
      </w:r>
      <w:r w:rsidRPr="00C335BE">
        <w:rPr>
          <w:rFonts w:cs="Arial"/>
          <w:color w:val="0A0905"/>
          <w:lang w:val="sr-Cyrl-CS" w:eastAsia="sr-Latn-CS"/>
        </w:rPr>
        <w:t xml:space="preserve">бир 57 </w:t>
      </w:r>
      <w:r w:rsidRPr="00A673BD">
        <w:rPr>
          <w:rFonts w:cs="Arial"/>
          <w:color w:val="0A0905"/>
          <w:lang w:val="pl-PL" w:eastAsia="sr-Latn-CS"/>
        </w:rPr>
        <w:t>FEV</w:t>
      </w:r>
      <w:r w:rsidRPr="00C335BE">
        <w:rPr>
          <w:rFonts w:cs="Arial"/>
          <w:color w:val="0A0905"/>
          <w:lang w:val="sr-Cyrl-CS" w:eastAsia="sr-Latn-CS"/>
        </w:rPr>
        <w:t>1 је 231</w:t>
      </w:r>
      <w:r w:rsidRPr="00A673BD">
        <w:rPr>
          <w:rFonts w:cs="Arial"/>
          <w:color w:val="0A0905"/>
          <w:lang w:val="sr-Cyrl-CS" w:eastAsia="sr-Latn-CS"/>
        </w:rPr>
        <w:t>.</w:t>
      </w:r>
      <w:r w:rsidRPr="00C335BE">
        <w:rPr>
          <w:rFonts w:cs="Arial"/>
          <w:color w:val="0A0905"/>
          <w:lang w:val="sr-Cyrl-CS" w:eastAsia="sr-Latn-CS"/>
        </w:rPr>
        <w:t>51, а из тога је средина</w:t>
      </w:r>
      <w:r w:rsidRPr="00A673BD">
        <w:rPr>
          <w:rFonts w:cs="Arial"/>
          <w:color w:val="0A0905"/>
          <w:lang w:val="sr-Cyrl-CS" w:eastAsia="sr-Latn-CS"/>
        </w:rPr>
        <w:t xml:space="preserve"> је</w:t>
      </w:r>
      <w:r w:rsidR="00D56932">
        <w:rPr>
          <w:rFonts w:cs="Arial"/>
          <w:color w:val="0A0905"/>
          <w:lang w:val="sr-Cyrl-CS" w:eastAsia="sr-Latn-CS"/>
        </w:rPr>
        <w:t xml:space="preserve"> </w:t>
      </w:r>
      <w:r w:rsidR="00A1658D" w:rsidRPr="006153C6">
        <w:rPr>
          <w:rFonts w:cs="Arial"/>
          <w:color w:val="0A0905"/>
          <w:position w:val="-10"/>
          <w:lang w:val="sr-Cyrl-CS" w:eastAsia="sr-Latn-CS"/>
        </w:rPr>
        <w:object w:dxaOrig="2740" w:dyaOrig="340">
          <v:shape id="_x0000_i1032" type="#_x0000_t75" style="width:137.1pt;height:16.9pt" o:ole="">
            <v:imagedata r:id="rId25" o:title=""/>
          </v:shape>
          <o:OLEObject Type="Embed" ProgID="Equation.3" ShapeID="_x0000_i1032" DrawAspect="Content" ObjectID="_1566933397" r:id="rId26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="00D56932" w:rsidRPr="00D74772">
        <w:rPr>
          <w:rFonts w:cs="Arial"/>
          <w:color w:val="0A0905"/>
          <w:position w:val="-20"/>
          <w:lang w:val="sr-Cyrl-CS" w:eastAsia="sr-Latn-CS"/>
        </w:rPr>
        <w:object w:dxaOrig="3019" w:dyaOrig="540">
          <v:shape id="_x0000_i1033" type="#_x0000_t75" style="width:150.9pt;height:26.9pt" o:ole="">
            <v:imagedata r:id="rId27" o:title=""/>
          </v:shape>
          <o:OLEObject Type="Embed" ProgID="Equation.3" ShapeID="_x0000_i1033" DrawAspect="Content" ObjectID="_1566933398" r:id="rId28"/>
        </w:object>
      </w:r>
      <w:r>
        <w:rPr>
          <w:rFonts w:cs="Arial"/>
          <w:color w:val="0A0905"/>
          <w:lang w:val="sr-Cyrl-CS" w:eastAsia="sr-Latn-CS"/>
        </w:rPr>
        <w:t xml:space="preserve">и </w:t>
      </w:r>
      <w:r w:rsidR="00232BF4" w:rsidRPr="00232BF4">
        <w:rPr>
          <w:rFonts w:cs="Arial"/>
          <w:color w:val="0A0905"/>
          <w:position w:val="-10"/>
          <w:lang w:val="sr-Cyrl-CS" w:eastAsia="sr-Latn-CS"/>
        </w:rPr>
        <w:object w:dxaOrig="2079" w:dyaOrig="400">
          <v:shape id="_x0000_i1034" type="#_x0000_t75" style="width:103.95pt;height:20.05pt" o:ole="">
            <v:imagedata r:id="rId29" o:title=""/>
          </v:shape>
          <o:OLEObject Type="Embed" ProgID="Equation.3" ShapeID="_x0000_i1034" DrawAspect="Content" ObjectID="_1566933399" r:id="rId30"/>
        </w:object>
      </w:r>
      <w:r w:rsidR="00D74772">
        <w:rPr>
          <w:rFonts w:cs="Arial"/>
          <w:color w:val="0A0905"/>
          <w:lang w:val="sr-Cyrl-CS" w:eastAsia="sr-Latn-CS"/>
        </w:rPr>
        <w:t>.</w:t>
      </w:r>
      <w:r w:rsidR="00D56932">
        <w:rPr>
          <w:rFonts w:cs="Arial"/>
          <w:color w:val="0A0905"/>
          <w:lang w:val="sr-Cyrl-CS" w:eastAsia="sr-Latn-CS"/>
        </w:rPr>
        <w:t xml:space="preserve"> Тада стандардна грешка од </w:t>
      </w:r>
      <w:r w:rsidR="00D56932" w:rsidRPr="00D56932">
        <w:rPr>
          <w:rFonts w:cs="Arial"/>
          <w:color w:val="0A0905"/>
          <w:position w:val="-4"/>
          <w:lang w:val="sr-Cyrl-CS" w:eastAsia="sr-Latn-CS"/>
        </w:rPr>
        <w:object w:dxaOrig="200" w:dyaOrig="279">
          <v:shape id="_x0000_i1035" type="#_x0000_t75" style="width:10pt;height:13.75pt" o:ole="">
            <v:imagedata r:id="rId31" o:title=""/>
          </v:shape>
          <o:OLEObject Type="Embed" ProgID="Equation.3" ShapeID="_x0000_i1035" DrawAspect="Content" ObjectID="_1566933400" r:id="rId32"/>
        </w:object>
      </w:r>
      <w:r w:rsidR="00D56932">
        <w:rPr>
          <w:rFonts w:cs="Arial"/>
          <w:color w:val="0A0905"/>
          <w:lang w:val="sr-Cyrl-CS" w:eastAsia="sr-Latn-CS"/>
        </w:rPr>
        <w:t xml:space="preserve"> је</w:t>
      </w:r>
      <w:r w:rsidR="00FD0BA0">
        <w:rPr>
          <w:rFonts w:cs="Arial"/>
          <w:color w:val="0A0905"/>
          <w:lang w:val="sr-Cyrl-CS" w:eastAsia="sr-Latn-CS"/>
        </w:rPr>
        <w:t>:</w:t>
      </w:r>
    </w:p>
    <w:p w:rsidR="009A394E" w:rsidRPr="00FD0BA0" w:rsidRDefault="006153C6" w:rsidP="00FD0BA0">
      <w:pPr>
        <w:pStyle w:val="Equation1"/>
        <w:rPr>
          <w:lang w:val="sr-Latn-CS" w:eastAsia="sr-Latn-CS"/>
        </w:rPr>
      </w:pPr>
      <w:r w:rsidRPr="00933FD7">
        <w:rPr>
          <w:position w:val="-10"/>
          <w:lang w:val="sr-Cyrl-CS" w:eastAsia="sr-Latn-CS"/>
        </w:rPr>
        <w:object w:dxaOrig="4599" w:dyaOrig="400">
          <v:shape id="_x0000_i1036" type="#_x0000_t75" style="width:229.75pt;height:20.05pt" o:ole="">
            <v:imagedata r:id="rId33" o:title=""/>
          </v:shape>
          <o:OLEObject Type="Embed" ProgID="Equation.3" ShapeID="_x0000_i1036" DrawAspect="Content" ObjectID="_1566933401" r:id="rId34"/>
        </w:object>
      </w:r>
    </w:p>
    <w:p w:rsidR="001F6A36" w:rsidRPr="00E779C8" w:rsidRDefault="006153C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Најбоља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>
        <w:rPr>
          <w:rFonts w:cs="Arial"/>
          <w:color w:val="0A0905"/>
          <w:lang w:val="sr-Cyrl-CS" w:eastAsia="sr-Latn-CS"/>
        </w:rPr>
        <w:t xml:space="preserve"> средине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 xml:space="preserve">1 у популацији је стога </w:t>
      </w:r>
      <w:r w:rsidRPr="00E779C8">
        <w:rPr>
          <w:rFonts w:cs="Arial"/>
          <w:color w:val="0A0905"/>
          <w:lang w:val="sr-Latn-CS" w:eastAsia="sr-Latn-CS"/>
        </w:rPr>
        <w:t>4.062</w:t>
      </w:r>
      <w:r>
        <w:rPr>
          <w:rFonts w:cs="Arial"/>
          <w:color w:val="0A0905"/>
          <w:lang w:val="sr-Cyrl-CS" w:eastAsia="sr-Latn-CS"/>
        </w:rPr>
        <w:t xml:space="preserve"> литара са стандардном грешком 0.089 литара.</w:t>
      </w:r>
      <w:r w:rsidR="00CB2D56">
        <w:rPr>
          <w:rFonts w:cs="Arial"/>
          <w:color w:val="0A0905"/>
          <w:lang w:val="sr-Cyrl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често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пишу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као</w:t>
      </w:r>
      <w:r w:rsidR="001F6A36" w:rsidRPr="00E779C8">
        <w:rPr>
          <w:rFonts w:cs="Arial"/>
          <w:color w:val="0A0905"/>
          <w:lang w:val="sr-Latn-CS" w:eastAsia="sr-Latn-CS"/>
        </w:rPr>
        <w:t xml:space="preserve"> 4.062 ± 0.089.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лако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буде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варљиво</w:t>
      </w:r>
      <w:r w:rsidR="001F6A36">
        <w:rPr>
          <w:rFonts w:cs="Arial"/>
          <w:color w:val="0A0905"/>
          <w:lang w:val="sr-Cyrl-CS" w:eastAsia="sr-Latn-CS"/>
        </w:rPr>
        <w:t>,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пошто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тачна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бити до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две</w:t>
      </w:r>
      <w:r w:rsidR="001F6A36">
        <w:rPr>
          <w:rFonts w:cs="Arial"/>
          <w:color w:val="0A0905"/>
          <w:lang w:val="sr-Cyrl-CS" w:eastAsia="sr-Latn-CS"/>
        </w:rPr>
        <w:t xml:space="preserve"> стандардне </w:t>
      </w:r>
      <w:r w:rsidR="001F6A36">
        <w:rPr>
          <w:rFonts w:cs="Arial"/>
          <w:color w:val="0A0905"/>
          <w:lang w:val="sr-Latn-CS" w:eastAsia="sr-Latn-CS"/>
        </w:rPr>
        <w:t>грешк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могућом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вероватноћом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пракса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н</w:t>
      </w:r>
      <w:r w:rsidR="001F6A36">
        <w:rPr>
          <w:rFonts w:cs="Arial"/>
          <w:color w:val="0A0905"/>
          <w:lang w:val="sr-Latn-CS" w:eastAsia="sr-Latn-CS"/>
        </w:rPr>
        <w:t>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препоручљива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појмова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разумљиво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 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појмови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замене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овом </w:t>
      </w:r>
      <w:r>
        <w:rPr>
          <w:rFonts w:cs="Arial"/>
          <w:color w:val="0A0905"/>
          <w:lang w:val="sr-Latn-CS" w:eastAsia="sr-Latn-CS"/>
        </w:rPr>
        <w:t>контексту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онвенција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: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6E0558">
        <w:rPr>
          <w:rFonts w:cs="Arial"/>
          <w:color w:val="0A0905"/>
          <w:lang w:val="sr-Cyrl-CS" w:eastAsia="sr-Latn-CS"/>
        </w:rPr>
        <w:t>предвиђања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 xml:space="preserve">''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варијабилности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</w:t>
      </w:r>
      <w:r>
        <w:rPr>
          <w:rFonts w:cs="Arial"/>
          <w:color w:val="0A0905"/>
          <w:lang w:val="sr-Cyrl-CS" w:eastAsia="sr-Latn-CS"/>
        </w:rPr>
        <w:t>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s.</w:t>
      </w:r>
    </w:p>
    <w:p w:rsidR="001F6A36" w:rsidRPr="0048232E" w:rsidRDefault="001F6A36" w:rsidP="001F6A36">
      <w:pPr>
        <w:pStyle w:val="Heading3"/>
        <w:rPr>
          <w:lang w:val="sr-Cyrl-CS" w:eastAsia="sr-Latn-CS"/>
        </w:rPr>
      </w:pPr>
      <w:bookmarkStart w:id="17" w:name="_Toc261678965"/>
      <w:bookmarkStart w:id="18" w:name="_Toc264986134"/>
      <w:bookmarkStart w:id="19" w:name="_Toc272700027"/>
      <w:bookmarkStart w:id="20" w:name="_Toc273550723"/>
      <w:bookmarkStart w:id="21" w:name="_Toc288294469"/>
      <w:r w:rsidRPr="0048232E">
        <w:rPr>
          <w:lang w:val="sr-Cyrl-CS" w:eastAsia="sr-Latn-CS"/>
        </w:rPr>
        <w:t>5</w:t>
      </w:r>
      <w:r w:rsidRPr="0048232E">
        <w:rPr>
          <w:lang w:val="sr-Latn-CS" w:eastAsia="sr-Latn-CS"/>
        </w:rPr>
        <w:t xml:space="preserve">.3 </w:t>
      </w:r>
      <w:r w:rsidRPr="0048232E">
        <w:rPr>
          <w:lang w:eastAsia="sr-Latn-CS"/>
        </w:rPr>
        <w:t>Интервали</w:t>
      </w:r>
      <w:r w:rsidRPr="0048232E">
        <w:rPr>
          <w:lang w:val="sr-Latn-CS" w:eastAsia="sr-Latn-CS"/>
        </w:rPr>
        <w:t xml:space="preserve"> </w:t>
      </w:r>
      <w:r w:rsidRPr="0048232E">
        <w:rPr>
          <w:lang w:eastAsia="sr-Latn-CS"/>
        </w:rPr>
        <w:t>поверења</w:t>
      </w:r>
      <w:r w:rsidRPr="0048232E">
        <w:rPr>
          <w:lang w:val="sr-Latn-CS" w:eastAsia="sr-Latn-CS"/>
        </w:rPr>
        <w:t xml:space="preserve"> </w:t>
      </w:r>
      <w:r w:rsidRPr="0048232E">
        <w:rPr>
          <w:lang w:val="sr-Cyrl-CS" w:eastAsia="sr-Latn-CS"/>
        </w:rPr>
        <w:t>(</w:t>
      </w:r>
      <w:r w:rsidRPr="0048232E">
        <w:rPr>
          <w:lang w:val="sr-Latn-CS" w:eastAsia="sr-Latn-CS"/>
        </w:rPr>
        <w:t>Confidence intervals</w:t>
      </w:r>
      <w:bookmarkEnd w:id="17"/>
      <w:r w:rsidRPr="0048232E">
        <w:rPr>
          <w:lang w:val="sr-Cyrl-CS" w:eastAsia="sr-Latn-CS"/>
        </w:rPr>
        <w:t>)</w:t>
      </w:r>
      <w:bookmarkEnd w:id="18"/>
      <w:bookmarkEnd w:id="19"/>
      <w:bookmarkEnd w:id="20"/>
      <w:bookmarkEnd w:id="21"/>
    </w:p>
    <w:p w:rsidR="001F6A36" w:rsidRDefault="00CD2429" w:rsidP="001F6A36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Предвиђање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 w:rsidRPr="000C6780">
        <w:rPr>
          <w:rFonts w:cs="Arial"/>
          <w:color w:val="0A0905"/>
          <w:lang w:val="sr-Latn-CS" w:eastAsia="sr-Latn-CS"/>
        </w:rPr>
        <w:t xml:space="preserve">FEV1 </w:t>
      </w:r>
      <w:r w:rsidR="001F6A36">
        <w:rPr>
          <w:rFonts w:cs="Arial"/>
          <w:color w:val="0A0905"/>
          <w:lang w:val="sr-Latn-CS" w:eastAsia="sr-Latn-CS"/>
        </w:rPr>
        <w:t>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зато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се 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тачка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5D5809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point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разлог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претпоставимо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потпуно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тачк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9D1ADE" w:rsidRPr="009D1ADE">
        <w:rPr>
          <w:rFonts w:cs="Arial"/>
          <w:color w:val="0A0905"/>
          <w:lang w:val="sr-Latn-CS" w:eastAsia="sr-Latn-CS"/>
        </w:rPr>
        <w:t>предвиђања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средини узорка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Ипак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 можда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близу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ње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износ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за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који ће вероватно да 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разлик</w:t>
      </w:r>
      <w:r w:rsidR="001F6A36">
        <w:rPr>
          <w:rFonts w:cs="Arial"/>
          <w:color w:val="0A0905"/>
          <w:lang w:val="sr-Cyrl-CS" w:eastAsia="sr-Latn-CS"/>
        </w:rPr>
        <w:t>ује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B90AB9" w:rsidRPr="009D1ADE">
        <w:rPr>
          <w:rFonts w:cs="Arial"/>
          <w:color w:val="0A0905"/>
          <w:lang w:val="sr-Latn-CS" w:eastAsia="sr-Latn-CS"/>
        </w:rPr>
        <w:t>предвиђањ</w:t>
      </w:r>
      <w:r w:rsidR="00B90AB9">
        <w:rPr>
          <w:rFonts w:cs="Arial"/>
          <w:color w:val="0A0905"/>
          <w:lang w:val="sr-Cyrl-CS" w:eastAsia="sr-Latn-CS"/>
        </w:rPr>
        <w:t>а</w:t>
      </w:r>
      <w:r w:rsidR="00B90AB9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наћи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из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грешке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Cyrl-CS" w:eastAsia="sr-Latn-CS"/>
        </w:rPr>
        <w:t>Оно ш</w:t>
      </w:r>
      <w:r w:rsidR="001F6A36">
        <w:rPr>
          <w:rFonts w:cs="Arial"/>
          <w:color w:val="0A0905"/>
          <w:lang w:val="sr-Latn-CS" w:eastAsia="sr-Latn-CS"/>
        </w:rPr>
        <w:t>т</w:t>
      </w:r>
      <w:r w:rsidR="001F6A36">
        <w:rPr>
          <w:rFonts w:cs="Arial"/>
          <w:color w:val="0A0905"/>
          <w:lang w:val="sr-Cyrl-CS" w:eastAsia="sr-Latn-CS"/>
        </w:rPr>
        <w:t>о ми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радимо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јесте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нађемо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које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ће вероватно 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укључ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рецимо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4A48A3">
        <w:rPr>
          <w:rFonts w:cs="Arial"/>
          <w:color w:val="0A0905"/>
          <w:lang w:val="sr-Latn-CS" w:eastAsia="sr-Latn-CS"/>
        </w:rPr>
        <w:t>предви</w:t>
      </w:r>
      <w:r w:rsidR="004A48A3">
        <w:rPr>
          <w:rFonts w:cs="Arial"/>
          <w:color w:val="0A0905"/>
          <w:lang w:val="sr-Cyrl-CS" w:eastAsia="sr-Latn-CS"/>
        </w:rPr>
        <w:t xml:space="preserve">димо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лежи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негде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интервалу</w:t>
      </w:r>
      <w:r w:rsidR="001F6A36" w:rsidRPr="00E779C8">
        <w:rPr>
          <w:rFonts w:cs="Arial"/>
          <w:color w:val="0A0905"/>
          <w:lang w:val="sr-Latn-CS" w:eastAsia="sr-Latn-CS"/>
        </w:rPr>
        <w:t xml:space="preserve"> (</w:t>
      </w:r>
      <w:r w:rsidR="001F6A36">
        <w:rPr>
          <w:rFonts w:cs="Arial"/>
          <w:color w:val="0A0905"/>
          <w:lang w:val="sr-Cyrl-CS" w:eastAsia="sr-Latn-CS"/>
        </w:rPr>
        <w:t>скуп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вредности</w:t>
      </w:r>
      <w:r w:rsidR="001F6A36" w:rsidRPr="00E779C8">
        <w:rPr>
          <w:rFonts w:cs="Arial"/>
          <w:color w:val="0A0905"/>
          <w:lang w:val="sr-Latn-CS" w:eastAsia="sr-Latn-CS"/>
        </w:rPr>
        <w:t xml:space="preserve">) </w:t>
      </w:r>
      <w:r w:rsidR="001F6A36">
        <w:rPr>
          <w:rFonts w:cs="Arial"/>
          <w:color w:val="0A0905"/>
          <w:lang w:val="sr-Latn-CS" w:eastAsia="sr-Latn-CS"/>
        </w:rPr>
        <w:t>између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интервал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D041FC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interval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A673BD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57 </w:t>
      </w:r>
      <w:r w:rsidRPr="000C6780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920" w:dyaOrig="300">
          <v:shape id="_x0000_i1037" type="#_x0000_t75" style="width:45.7pt;height:15.05pt" o:ole="">
            <v:imagedata r:id="rId35" o:title=""/>
          </v:shape>
          <o:OLEObject Type="Embed" ProgID="Equation.3" ShapeID="_x0000_i1037" DrawAspect="Content" ObjectID="_1566933402" r:id="rId36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1020" w:dyaOrig="300">
          <v:shape id="_x0000_i1038" type="#_x0000_t75" style="width:50.7pt;height:15.05pt" o:ole="">
            <v:imagedata r:id="rId37" o:title=""/>
          </v:shape>
          <o:OLEObject Type="Embed" ProgID="Equation.3" ShapeID="_x0000_i1038" DrawAspect="Content" ObjectID="_1566933403" r:id="rId38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, 95% </w:t>
      </w:r>
      <w:r>
        <w:rPr>
          <w:rFonts w:cs="Arial"/>
          <w:color w:val="0A0905"/>
          <w:lang w:val="sr-Cyrl-CS" w:eastAsia="sr-Latn-CS"/>
        </w:rPr>
        <w:t xml:space="preserve">таквих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садржати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Latn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Cyrl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Cyrl-CS" w:eastAsia="sr-Latn-CS"/>
        </w:rPr>
        <w:t xml:space="preserve">до </w:t>
      </w:r>
      <w:r w:rsidRPr="000C6780">
        <w:rPr>
          <w:rFonts w:cs="Arial"/>
          <w:color w:val="0A0905"/>
          <w:lang w:val="sr-Latn-CS" w:eastAsia="sr-Latn-CS"/>
        </w:rPr>
        <w:t xml:space="preserve">4.062 + 1.96 </w:t>
      </w:r>
      <w:r>
        <w:rPr>
          <w:rFonts w:cs="Arial"/>
          <w:color w:val="0A0905"/>
          <w:lang w:val="sr-Cyrl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3.89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4.24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литра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заокруж</w:t>
      </w:r>
      <w:r>
        <w:rPr>
          <w:rFonts w:cs="Arial"/>
          <w:color w:val="0A0905"/>
          <w:lang w:val="sr-Cyrl-CS" w:eastAsia="sr-Latn-CS"/>
        </w:rPr>
        <w:t>ене 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цифре</w:t>
      </w:r>
      <w:r w:rsidRPr="00E779C8">
        <w:rPr>
          <w:rFonts w:cs="Arial"/>
          <w:color w:val="0A0905"/>
          <w:lang w:val="sr-Latn-CS" w:eastAsia="sr-Latn-CS"/>
        </w:rPr>
        <w:t xml:space="preserve">;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границе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limits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7C16CA">
        <w:rPr>
          <w:rFonts w:cs="Arial"/>
          <w:color w:val="0A0905"/>
          <w:lang w:val="sr-Latn-CS" w:eastAsia="sr-Latn-CS"/>
        </w:rPr>
        <w:t>предвиђањ</w:t>
      </w:r>
      <w:r w:rsidR="007C16CA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интервал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interval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932862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967480" cy="2997835"/>
            <wp:effectExtent l="19050" t="0" r="0" b="0"/>
            <wp:docPr id="20" name="Picture 20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lika 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C6780" w:rsidRDefault="001F6A36" w:rsidP="001F6A36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026A0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5</w:t>
      </w:r>
      <w:r w:rsidRPr="00026A02">
        <w:rPr>
          <w:rFonts w:cs="Arial"/>
          <w:bCs/>
          <w:color w:val="0A0905"/>
          <w:lang w:val="sr-Latn-CS" w:eastAsia="sr-Latn-CS"/>
        </w:rPr>
        <w:t>.5</w:t>
      </w:r>
      <w:r w:rsidRPr="00026A0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lastRenderedPageBreak/>
        <w:t>Прецизно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говорећи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0.95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4.2, 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 xml:space="preserve"> која износи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.5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наравно</w:t>
      </w:r>
      <w:r w:rsidRPr="00E779C8">
        <w:rPr>
          <w:rFonts w:cs="Arial"/>
          <w:color w:val="0A0905"/>
          <w:lang w:val="sr-Latn-CS" w:eastAsia="sr-Latn-CS"/>
        </w:rPr>
        <w:t xml:space="preserve"> 0.0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хоризонталном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далеко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</w:t>
      </w:r>
      <w:r>
        <w:rPr>
          <w:rFonts w:cs="Arial"/>
          <w:color w:val="0A0905"/>
          <w:lang w:val="sr-Latn-CS" w:eastAsia="sr-Latn-CS"/>
        </w:rPr>
        <w:t>опулациј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садржана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19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У основи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изражавамо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сигурни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9444C9">
        <w:rPr>
          <w:rFonts w:cs="Arial"/>
          <w:color w:val="0A0905"/>
          <w:lang w:val="sr-Latn-CS" w:eastAsia="sr-Latn-CS"/>
        </w:rPr>
        <w:t>предвиђ</w:t>
      </w:r>
      <w:r w:rsidR="009444C9">
        <w:rPr>
          <w:rFonts w:cs="Arial"/>
          <w:color w:val="0A0905"/>
          <w:lang w:val="sr-Cyrl-CS" w:eastAsia="sr-Latn-CS"/>
        </w:rPr>
        <w:t>ено</w:t>
      </w:r>
      <w:r w:rsidR="009444C9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и мада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</w:t>
      </w:r>
      <w:r w:rsidR="001C5277"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186499">
        <w:rPr>
          <w:rFonts w:cs="Arial"/>
          <w:color w:val="0A0905"/>
          <w:lang w:val="sr-Latn-CS" w:eastAsia="sr-Latn-CS"/>
        </w:rPr>
        <w:t>предвиђањ</w:t>
      </w:r>
      <w:r w:rsidR="00186499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A26DEA" w:rsidRPr="009D1ADE">
        <w:rPr>
          <w:rFonts w:cs="Arial"/>
          <w:color w:val="0A0905"/>
          <w:lang w:val="sr-Latn-CS" w:eastAsia="sr-Latn-CS"/>
        </w:rPr>
        <w:t>предвиђ</w:t>
      </w:r>
      <w:r w:rsidR="00BA682A">
        <w:rPr>
          <w:rFonts w:cs="Arial"/>
          <w:color w:val="0A0905"/>
          <w:lang w:val="sr-Cyrl-CS" w:eastAsia="sr-Latn-CS"/>
        </w:rPr>
        <w:t>е</w:t>
      </w:r>
      <w:r w:rsidR="00A26DEA">
        <w:rPr>
          <w:rFonts w:cs="Arial"/>
          <w:color w:val="0A0905"/>
          <w:lang w:val="sr-Cyrl-CS" w:eastAsia="sr-Latn-CS"/>
        </w:rPr>
        <w:t>ну</w:t>
      </w:r>
      <w:r w:rsidR="00A26DE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Погледаћемо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ену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делу који обрађује један</w:t>
      </w:r>
      <w:r w:rsidRPr="008A20FA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Cyrl-CS" w:eastAsia="sr-Latn-CS"/>
        </w:rPr>
        <w:t>узорак</w:t>
      </w:r>
      <w:r w:rsidRPr="008A20FA">
        <w:rPr>
          <w:rFonts w:cs="Arial"/>
          <w:color w:val="0A0905"/>
          <w:lang w:val="sr-Latn-CS" w:eastAsia="sr-Latn-CS"/>
        </w:rPr>
        <w:t xml:space="preserve"> t </w:t>
      </w:r>
      <w:r>
        <w:rPr>
          <w:rFonts w:cs="Arial"/>
          <w:color w:val="0A0905"/>
          <w:lang w:val="sr-Cyrl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535FB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Горња</w:t>
      </w:r>
      <w:r w:rsidRPr="00E779C8">
        <w:rPr>
          <w:rFonts w:cs="Arial"/>
          <w:color w:val="0A0905"/>
          <w:lang w:val="sr-Latn-CS" w:eastAsia="sr-Latn-CS"/>
        </w:rPr>
        <w:t xml:space="preserve"> 0.5%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2.58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 w:rsidR="009463CB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 xml:space="preserve"> Нормалн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lang w:val="sr-Cyrl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-2.58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99%.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Cyrl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4.062 + 2.58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3.8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4.3 </w:t>
      </w:r>
      <w:r>
        <w:rPr>
          <w:rFonts w:cs="Arial"/>
          <w:color w:val="0A0905"/>
          <w:lang w:val="sr-Latn-CS" w:eastAsia="sr-Latn-CS"/>
        </w:rPr>
        <w:t>л</w:t>
      </w:r>
      <w:r>
        <w:rPr>
          <w:rFonts w:cs="Arial"/>
          <w:color w:val="0A0905"/>
          <w:lang w:val="sr-Cyrl-CS" w:eastAsia="sr-Latn-CS"/>
        </w:rPr>
        <w:t>итра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смо сигурнији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ене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</w:t>
      </w:r>
      <w:r>
        <w:rPr>
          <w:rFonts w:cs="Arial"/>
          <w:color w:val="0A0905"/>
          <w:lang w:val="sr-Cyrl-CS" w:eastAsia="sr-Latn-CS"/>
        </w:rPr>
        <w:t>љ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избегну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пронађена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задовољавајућим</w:t>
      </w:r>
      <w:r w:rsidRPr="00E779C8">
        <w:rPr>
          <w:rFonts w:cs="Arial"/>
          <w:color w:val="0A0905"/>
          <w:lang w:val="sr-Latn-CS" w:eastAsia="sr-Latn-CS"/>
        </w:rPr>
        <w:t>.</w:t>
      </w:r>
      <w:bookmarkEnd w:id="6"/>
      <w:bookmarkEnd w:id="7"/>
    </w:p>
    <w:sectPr w:rsidR="001F6A36" w:rsidRPr="00E535FB" w:rsidSect="00F121A0">
      <w:headerReference w:type="default" r:id="rId40"/>
      <w:footerReference w:type="even" r:id="rId41"/>
      <w:footerReference w:type="default" r:id="rId42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241" w:rsidRDefault="00B24241">
      <w:r>
        <w:separator/>
      </w:r>
    </w:p>
  </w:endnote>
  <w:endnote w:type="continuationSeparator" w:id="1">
    <w:p w:rsidR="00B24241" w:rsidRDefault="00B2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DA7298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DA7298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71C0">
      <w:rPr>
        <w:rStyle w:val="PageNumber"/>
        <w:noProof/>
      </w:rPr>
      <w:t>3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171C0">
      <w:rPr>
        <w:rStyle w:val="PageNumber"/>
        <w:noProof/>
      </w:rPr>
      <w:t>8</w:t>
    </w:r>
    <w:r>
      <w:rPr>
        <w:rStyle w:val="PageNumber"/>
      </w:rPr>
      <w:fldChar w:fldCharType="end"/>
    </w:r>
  </w:p>
  <w:p w:rsidR="00744B75" w:rsidRPr="001653E0" w:rsidRDefault="00DA7298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CD2429">
      <w:rPr>
        <w:noProof/>
        <w:sz w:val="16"/>
        <w:szCs w:val="16"/>
        <w:lang w:val="sr-Cyrl-CS"/>
      </w:rPr>
      <w:t>Предвиђање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241" w:rsidRDefault="00B24241">
      <w:r>
        <w:separator/>
      </w:r>
    </w:p>
  </w:footnote>
  <w:footnote w:type="continuationSeparator" w:id="1">
    <w:p w:rsidR="00B24241" w:rsidRDefault="00B24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EF58BD" w:rsidRDefault="00744B75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803503" w:rsidRPr="00803503">
      <w:rPr>
        <w:sz w:val="16"/>
        <w:szCs w:val="16"/>
        <w:lang w:val="es-ES"/>
      </w:rPr>
      <w:t>МЕДИЦИНСКА СТАТИСТИКА И ИНФОРМАТИКА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1171C0">
      <w:rPr>
        <w:b/>
        <w:sz w:val="16"/>
        <w:szCs w:val="16"/>
        <w:lang w:val="sr-Latn-CS"/>
      </w:rPr>
      <w:t>12</w:t>
    </w:r>
  </w:p>
  <w:p w:rsidR="00744B75" w:rsidRDefault="00DA7298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1C32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39B6"/>
    <w:rsid w:val="000B3FFF"/>
    <w:rsid w:val="000B6BB8"/>
    <w:rsid w:val="000B707D"/>
    <w:rsid w:val="000C010E"/>
    <w:rsid w:val="000C2135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3071"/>
    <w:rsid w:val="000F5C8F"/>
    <w:rsid w:val="000F5D33"/>
    <w:rsid w:val="000F6F12"/>
    <w:rsid w:val="000F75A2"/>
    <w:rsid w:val="000F76A5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171C0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79CF"/>
    <w:rsid w:val="00167EDA"/>
    <w:rsid w:val="00172CD5"/>
    <w:rsid w:val="001752A8"/>
    <w:rsid w:val="0018165D"/>
    <w:rsid w:val="001830B5"/>
    <w:rsid w:val="00183AAA"/>
    <w:rsid w:val="00184ABC"/>
    <w:rsid w:val="001851FA"/>
    <w:rsid w:val="001860B7"/>
    <w:rsid w:val="001862CE"/>
    <w:rsid w:val="00186499"/>
    <w:rsid w:val="00187FB6"/>
    <w:rsid w:val="00192DE1"/>
    <w:rsid w:val="00192FE5"/>
    <w:rsid w:val="001952EB"/>
    <w:rsid w:val="00195EA4"/>
    <w:rsid w:val="001A1677"/>
    <w:rsid w:val="001A1D22"/>
    <w:rsid w:val="001B3EFB"/>
    <w:rsid w:val="001B55BB"/>
    <w:rsid w:val="001B60D8"/>
    <w:rsid w:val="001B76B0"/>
    <w:rsid w:val="001C4BDA"/>
    <w:rsid w:val="001C5277"/>
    <w:rsid w:val="001C5D03"/>
    <w:rsid w:val="001D2CEA"/>
    <w:rsid w:val="001D3BDA"/>
    <w:rsid w:val="001E05F9"/>
    <w:rsid w:val="001E2CB6"/>
    <w:rsid w:val="001E42BF"/>
    <w:rsid w:val="001E6CE0"/>
    <w:rsid w:val="001F0ACD"/>
    <w:rsid w:val="001F0CCA"/>
    <w:rsid w:val="001F34AF"/>
    <w:rsid w:val="001F5F0A"/>
    <w:rsid w:val="001F6A36"/>
    <w:rsid w:val="002015BF"/>
    <w:rsid w:val="00212379"/>
    <w:rsid w:val="002159AA"/>
    <w:rsid w:val="002159BB"/>
    <w:rsid w:val="00216DF9"/>
    <w:rsid w:val="002171DE"/>
    <w:rsid w:val="00220B07"/>
    <w:rsid w:val="00220C61"/>
    <w:rsid w:val="00226D2A"/>
    <w:rsid w:val="00226F8E"/>
    <w:rsid w:val="00231A0F"/>
    <w:rsid w:val="00232BF4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082A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6B03"/>
    <w:rsid w:val="002D7623"/>
    <w:rsid w:val="002E16C1"/>
    <w:rsid w:val="002E2BAE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298F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7122"/>
    <w:rsid w:val="0035362C"/>
    <w:rsid w:val="003559CD"/>
    <w:rsid w:val="00364C10"/>
    <w:rsid w:val="00365A1B"/>
    <w:rsid w:val="003702F4"/>
    <w:rsid w:val="0037147D"/>
    <w:rsid w:val="0037238A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969AC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00E8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4A38"/>
    <w:rsid w:val="00445F78"/>
    <w:rsid w:val="004465A7"/>
    <w:rsid w:val="00447914"/>
    <w:rsid w:val="0045151D"/>
    <w:rsid w:val="00451D12"/>
    <w:rsid w:val="00453F61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4015"/>
    <w:rsid w:val="004A48A3"/>
    <w:rsid w:val="004A675F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1369"/>
    <w:rsid w:val="004E34FC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25119"/>
    <w:rsid w:val="0052514E"/>
    <w:rsid w:val="00530EB3"/>
    <w:rsid w:val="00533B39"/>
    <w:rsid w:val="0053553C"/>
    <w:rsid w:val="005462B9"/>
    <w:rsid w:val="005524AD"/>
    <w:rsid w:val="00553A60"/>
    <w:rsid w:val="00560345"/>
    <w:rsid w:val="005643BB"/>
    <w:rsid w:val="00566117"/>
    <w:rsid w:val="005675A2"/>
    <w:rsid w:val="00570F07"/>
    <w:rsid w:val="0057620E"/>
    <w:rsid w:val="005768B0"/>
    <w:rsid w:val="00576E34"/>
    <w:rsid w:val="00583954"/>
    <w:rsid w:val="0058411F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5809"/>
    <w:rsid w:val="005D7A7F"/>
    <w:rsid w:val="005E14E6"/>
    <w:rsid w:val="005E180A"/>
    <w:rsid w:val="005E2323"/>
    <w:rsid w:val="005E5988"/>
    <w:rsid w:val="005E75BF"/>
    <w:rsid w:val="005F0196"/>
    <w:rsid w:val="005F165F"/>
    <w:rsid w:val="005F218E"/>
    <w:rsid w:val="005F29B9"/>
    <w:rsid w:val="005F621C"/>
    <w:rsid w:val="00601EE7"/>
    <w:rsid w:val="006024F6"/>
    <w:rsid w:val="00602898"/>
    <w:rsid w:val="00605FCD"/>
    <w:rsid w:val="006072A7"/>
    <w:rsid w:val="006103AF"/>
    <w:rsid w:val="0061095D"/>
    <w:rsid w:val="00612140"/>
    <w:rsid w:val="006153C6"/>
    <w:rsid w:val="00615A5E"/>
    <w:rsid w:val="00620A73"/>
    <w:rsid w:val="0063505A"/>
    <w:rsid w:val="00635BBD"/>
    <w:rsid w:val="0063601C"/>
    <w:rsid w:val="006360E0"/>
    <w:rsid w:val="00637B92"/>
    <w:rsid w:val="00640450"/>
    <w:rsid w:val="00640AA7"/>
    <w:rsid w:val="006449B3"/>
    <w:rsid w:val="00645B66"/>
    <w:rsid w:val="00664407"/>
    <w:rsid w:val="0066523F"/>
    <w:rsid w:val="00666177"/>
    <w:rsid w:val="00670081"/>
    <w:rsid w:val="00670134"/>
    <w:rsid w:val="0067111B"/>
    <w:rsid w:val="006728E6"/>
    <w:rsid w:val="00676D93"/>
    <w:rsid w:val="00682AF4"/>
    <w:rsid w:val="00683525"/>
    <w:rsid w:val="006838FD"/>
    <w:rsid w:val="006849A3"/>
    <w:rsid w:val="00690343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B0425"/>
    <w:rsid w:val="006B1511"/>
    <w:rsid w:val="006B510B"/>
    <w:rsid w:val="006C1378"/>
    <w:rsid w:val="006C34C7"/>
    <w:rsid w:val="006C5998"/>
    <w:rsid w:val="006D28E2"/>
    <w:rsid w:val="006D32A9"/>
    <w:rsid w:val="006D445F"/>
    <w:rsid w:val="006D51B5"/>
    <w:rsid w:val="006D6261"/>
    <w:rsid w:val="006D693E"/>
    <w:rsid w:val="006D6B89"/>
    <w:rsid w:val="006E0558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907"/>
    <w:rsid w:val="00757E95"/>
    <w:rsid w:val="00760F7C"/>
    <w:rsid w:val="00760FD2"/>
    <w:rsid w:val="0076132C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4BA8"/>
    <w:rsid w:val="007B6698"/>
    <w:rsid w:val="007B7751"/>
    <w:rsid w:val="007C0B10"/>
    <w:rsid w:val="007C16CA"/>
    <w:rsid w:val="007C185C"/>
    <w:rsid w:val="007C274A"/>
    <w:rsid w:val="007C51E2"/>
    <w:rsid w:val="007C7B51"/>
    <w:rsid w:val="007D34EF"/>
    <w:rsid w:val="007D3E6A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3503"/>
    <w:rsid w:val="00804866"/>
    <w:rsid w:val="008054BE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5DF0"/>
    <w:rsid w:val="008363F7"/>
    <w:rsid w:val="00836959"/>
    <w:rsid w:val="008378CC"/>
    <w:rsid w:val="00842D31"/>
    <w:rsid w:val="00845597"/>
    <w:rsid w:val="00847A4F"/>
    <w:rsid w:val="008520D0"/>
    <w:rsid w:val="00852185"/>
    <w:rsid w:val="00855AE4"/>
    <w:rsid w:val="00857437"/>
    <w:rsid w:val="00862DEA"/>
    <w:rsid w:val="00864613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040C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C620B"/>
    <w:rsid w:val="008D210E"/>
    <w:rsid w:val="008D2581"/>
    <w:rsid w:val="008D52D8"/>
    <w:rsid w:val="008D6AB7"/>
    <w:rsid w:val="008D6B6C"/>
    <w:rsid w:val="008E28E5"/>
    <w:rsid w:val="008E3A25"/>
    <w:rsid w:val="008E7A2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2862"/>
    <w:rsid w:val="00933FD7"/>
    <w:rsid w:val="009341D6"/>
    <w:rsid w:val="00934714"/>
    <w:rsid w:val="00935307"/>
    <w:rsid w:val="00935AC8"/>
    <w:rsid w:val="0094259F"/>
    <w:rsid w:val="009444C9"/>
    <w:rsid w:val="009463CB"/>
    <w:rsid w:val="009478D1"/>
    <w:rsid w:val="00951ACF"/>
    <w:rsid w:val="00962692"/>
    <w:rsid w:val="009640BD"/>
    <w:rsid w:val="00965336"/>
    <w:rsid w:val="009677B4"/>
    <w:rsid w:val="00967977"/>
    <w:rsid w:val="00970F8A"/>
    <w:rsid w:val="00974E0D"/>
    <w:rsid w:val="00981789"/>
    <w:rsid w:val="00982C9F"/>
    <w:rsid w:val="00984571"/>
    <w:rsid w:val="00984B69"/>
    <w:rsid w:val="00985BD2"/>
    <w:rsid w:val="0099075E"/>
    <w:rsid w:val="00992F50"/>
    <w:rsid w:val="00993AC4"/>
    <w:rsid w:val="00993AEA"/>
    <w:rsid w:val="00994A2E"/>
    <w:rsid w:val="00994EB1"/>
    <w:rsid w:val="00994EED"/>
    <w:rsid w:val="009973EB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A64"/>
    <w:rsid w:val="009D1ADE"/>
    <w:rsid w:val="009D3875"/>
    <w:rsid w:val="009D4811"/>
    <w:rsid w:val="009D49D0"/>
    <w:rsid w:val="009D620C"/>
    <w:rsid w:val="009E2129"/>
    <w:rsid w:val="009E3EC4"/>
    <w:rsid w:val="009F0A6B"/>
    <w:rsid w:val="009F7769"/>
    <w:rsid w:val="009F7A52"/>
    <w:rsid w:val="00A0145C"/>
    <w:rsid w:val="00A0336A"/>
    <w:rsid w:val="00A03A7C"/>
    <w:rsid w:val="00A06B01"/>
    <w:rsid w:val="00A0777B"/>
    <w:rsid w:val="00A10689"/>
    <w:rsid w:val="00A10A9D"/>
    <w:rsid w:val="00A11438"/>
    <w:rsid w:val="00A141DF"/>
    <w:rsid w:val="00A1648D"/>
    <w:rsid w:val="00A1658D"/>
    <w:rsid w:val="00A16767"/>
    <w:rsid w:val="00A2428B"/>
    <w:rsid w:val="00A245D8"/>
    <w:rsid w:val="00A26DEA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73BD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08E3"/>
    <w:rsid w:val="00B223FB"/>
    <w:rsid w:val="00B23D0E"/>
    <w:rsid w:val="00B23D78"/>
    <w:rsid w:val="00B24241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36E95"/>
    <w:rsid w:val="00B40B5B"/>
    <w:rsid w:val="00B4287C"/>
    <w:rsid w:val="00B473F8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0634"/>
    <w:rsid w:val="00B90AB9"/>
    <w:rsid w:val="00B92EC3"/>
    <w:rsid w:val="00B94D4F"/>
    <w:rsid w:val="00B95D0B"/>
    <w:rsid w:val="00B95E0E"/>
    <w:rsid w:val="00B96481"/>
    <w:rsid w:val="00BA10AB"/>
    <w:rsid w:val="00BA1BE1"/>
    <w:rsid w:val="00BA5D63"/>
    <w:rsid w:val="00BA682A"/>
    <w:rsid w:val="00BA7627"/>
    <w:rsid w:val="00BA7A03"/>
    <w:rsid w:val="00BB0F09"/>
    <w:rsid w:val="00BB1D71"/>
    <w:rsid w:val="00BB376E"/>
    <w:rsid w:val="00BB3D62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F1D14"/>
    <w:rsid w:val="00BF2559"/>
    <w:rsid w:val="00C0717E"/>
    <w:rsid w:val="00C07C0B"/>
    <w:rsid w:val="00C10D2C"/>
    <w:rsid w:val="00C10F8A"/>
    <w:rsid w:val="00C12A4E"/>
    <w:rsid w:val="00C15F00"/>
    <w:rsid w:val="00C17548"/>
    <w:rsid w:val="00C23111"/>
    <w:rsid w:val="00C23766"/>
    <w:rsid w:val="00C24874"/>
    <w:rsid w:val="00C248E2"/>
    <w:rsid w:val="00C25467"/>
    <w:rsid w:val="00C2551F"/>
    <w:rsid w:val="00C335BE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2005"/>
    <w:rsid w:val="00CA4F30"/>
    <w:rsid w:val="00CA7F67"/>
    <w:rsid w:val="00CB1083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2429"/>
    <w:rsid w:val="00CD4526"/>
    <w:rsid w:val="00CD463E"/>
    <w:rsid w:val="00CD60A2"/>
    <w:rsid w:val="00CD6AC8"/>
    <w:rsid w:val="00CE3B6C"/>
    <w:rsid w:val="00CF0794"/>
    <w:rsid w:val="00CF0EBD"/>
    <w:rsid w:val="00CF2D93"/>
    <w:rsid w:val="00CF348A"/>
    <w:rsid w:val="00CF517D"/>
    <w:rsid w:val="00CF6FAC"/>
    <w:rsid w:val="00CF7D89"/>
    <w:rsid w:val="00D007BB"/>
    <w:rsid w:val="00D041FC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6932"/>
    <w:rsid w:val="00D61E28"/>
    <w:rsid w:val="00D6226A"/>
    <w:rsid w:val="00D628C3"/>
    <w:rsid w:val="00D652AA"/>
    <w:rsid w:val="00D65DC1"/>
    <w:rsid w:val="00D66912"/>
    <w:rsid w:val="00D676CC"/>
    <w:rsid w:val="00D73BC7"/>
    <w:rsid w:val="00D74772"/>
    <w:rsid w:val="00D75737"/>
    <w:rsid w:val="00D75D50"/>
    <w:rsid w:val="00D829B0"/>
    <w:rsid w:val="00D86A17"/>
    <w:rsid w:val="00D912DB"/>
    <w:rsid w:val="00D92838"/>
    <w:rsid w:val="00D928D2"/>
    <w:rsid w:val="00D9374A"/>
    <w:rsid w:val="00D94C4A"/>
    <w:rsid w:val="00D955CB"/>
    <w:rsid w:val="00DA387C"/>
    <w:rsid w:val="00DA4EBA"/>
    <w:rsid w:val="00DA720F"/>
    <w:rsid w:val="00DA7298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2B3"/>
    <w:rsid w:val="00E25E89"/>
    <w:rsid w:val="00E25E8E"/>
    <w:rsid w:val="00E3038D"/>
    <w:rsid w:val="00E30592"/>
    <w:rsid w:val="00E3240D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10C0"/>
    <w:rsid w:val="00E552D0"/>
    <w:rsid w:val="00E55895"/>
    <w:rsid w:val="00E55FEF"/>
    <w:rsid w:val="00E5783B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C5853"/>
    <w:rsid w:val="00ED166E"/>
    <w:rsid w:val="00ED2746"/>
    <w:rsid w:val="00ED2E6B"/>
    <w:rsid w:val="00ED3F98"/>
    <w:rsid w:val="00EE2DFE"/>
    <w:rsid w:val="00EE4A0A"/>
    <w:rsid w:val="00EE67B8"/>
    <w:rsid w:val="00EE6D43"/>
    <w:rsid w:val="00EF58BD"/>
    <w:rsid w:val="00EF5B52"/>
    <w:rsid w:val="00F0524C"/>
    <w:rsid w:val="00F05C36"/>
    <w:rsid w:val="00F10277"/>
    <w:rsid w:val="00F10A51"/>
    <w:rsid w:val="00F121A0"/>
    <w:rsid w:val="00F1705F"/>
    <w:rsid w:val="00F20B32"/>
    <w:rsid w:val="00F219BF"/>
    <w:rsid w:val="00F219D3"/>
    <w:rsid w:val="00F22F6A"/>
    <w:rsid w:val="00F2446A"/>
    <w:rsid w:val="00F2637E"/>
    <w:rsid w:val="00F26B1A"/>
    <w:rsid w:val="00F27E7C"/>
    <w:rsid w:val="00F3051F"/>
    <w:rsid w:val="00F322CB"/>
    <w:rsid w:val="00F37E95"/>
    <w:rsid w:val="00F42849"/>
    <w:rsid w:val="00F45EF7"/>
    <w:rsid w:val="00F46B47"/>
    <w:rsid w:val="00F514BF"/>
    <w:rsid w:val="00F521D4"/>
    <w:rsid w:val="00F52999"/>
    <w:rsid w:val="00F5395D"/>
    <w:rsid w:val="00F5454C"/>
    <w:rsid w:val="00F5505B"/>
    <w:rsid w:val="00F60389"/>
    <w:rsid w:val="00F611B0"/>
    <w:rsid w:val="00F61D25"/>
    <w:rsid w:val="00F6387A"/>
    <w:rsid w:val="00F63A2E"/>
    <w:rsid w:val="00F708BC"/>
    <w:rsid w:val="00F742D8"/>
    <w:rsid w:val="00F75059"/>
    <w:rsid w:val="00F75B66"/>
    <w:rsid w:val="00F76921"/>
    <w:rsid w:val="00F81C64"/>
    <w:rsid w:val="00F822BB"/>
    <w:rsid w:val="00F84717"/>
    <w:rsid w:val="00F84AB7"/>
    <w:rsid w:val="00F87BCE"/>
    <w:rsid w:val="00F87D17"/>
    <w:rsid w:val="00F902F9"/>
    <w:rsid w:val="00F9098E"/>
    <w:rsid w:val="00F91196"/>
    <w:rsid w:val="00F93C41"/>
    <w:rsid w:val="00FA00B2"/>
    <w:rsid w:val="00FA086C"/>
    <w:rsid w:val="00FA5BD5"/>
    <w:rsid w:val="00FA7566"/>
    <w:rsid w:val="00FB2019"/>
    <w:rsid w:val="00FB226C"/>
    <w:rsid w:val="00FB26B3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298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DA7298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DA7298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DA7298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72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2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7298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DA7298"/>
  </w:style>
  <w:style w:type="paragraph" w:styleId="HTMLPreformatted">
    <w:name w:val="HTML Preformatted"/>
    <w:basedOn w:val="Normal"/>
    <w:link w:val="HTMLPreformattedChar"/>
    <w:rsid w:val="00DA72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DA7298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5A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A2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oleObject" Target="embeddings/oleObject8.bin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4.wmf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4.jpeg"/><Relationship Id="rId19" Type="http://schemas.openxmlformats.org/officeDocument/2006/relationships/oleObject" Target="embeddings/oleObject4.bin"/><Relationship Id="rId31" Type="http://schemas.openxmlformats.org/officeDocument/2006/relationships/image" Target="media/image15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0</TotalTime>
  <Pages>8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12736</CharactersWithSpaces>
  <SharedDoc>false</SharedDoc>
  <HLinks>
    <vt:vector size="30" baseType="variant"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_Toc288294469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_Toc288294468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_Toc288294467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_Toc288294466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_Toc288294465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4</cp:revision>
  <cp:lastPrinted>2010-10-26T14:22:00Z</cp:lastPrinted>
  <dcterms:created xsi:type="dcterms:W3CDTF">2016-09-25T19:51:00Z</dcterms:created>
  <dcterms:modified xsi:type="dcterms:W3CDTF">2017-09-14T20:30:00Z</dcterms:modified>
</cp:coreProperties>
</file>